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CB6" w:rsidRDefault="00C11CB6"/>
    <w:p w:rsidR="001C5F8E" w:rsidRDefault="001C5F8E"/>
    <w:p w:rsidR="001C5F8E" w:rsidRDefault="001C5F8E" w:rsidP="001C5F8E">
      <w:pPr>
        <w:pStyle w:val="Textoindependiente"/>
      </w:pPr>
    </w:p>
    <w:p w:rsidR="001C5F8E" w:rsidRDefault="001C5F8E" w:rsidP="001C5F8E">
      <w:pPr>
        <w:pStyle w:val="Textoindependiente"/>
      </w:pPr>
    </w:p>
    <w:p w:rsidR="001C5F8E" w:rsidRDefault="001C5F8E" w:rsidP="001C5F8E">
      <w:pPr>
        <w:pStyle w:val="Textoindependiente"/>
        <w:jc w:val="center"/>
      </w:pPr>
      <w:r w:rsidRPr="004E11B8">
        <w:t>MODELO DE DECLARACIÓN SOBRE PERTENENCIA A GRUPO EMPRESARIAL</w:t>
      </w:r>
    </w:p>
    <w:p w:rsidR="001C5F8E" w:rsidRDefault="001C5F8E" w:rsidP="001C5F8E">
      <w:pPr>
        <w:pStyle w:val="Textoindependiente"/>
      </w:pPr>
    </w:p>
    <w:p w:rsidR="001C5F8E" w:rsidRPr="004E11B8" w:rsidRDefault="001C5F8E" w:rsidP="001C5F8E">
      <w:pPr>
        <w:pStyle w:val="Textoindependiente"/>
      </w:pPr>
    </w:p>
    <w:p w:rsidR="001C5F8E" w:rsidRPr="004E11B8" w:rsidRDefault="001C5F8E" w:rsidP="001C5F8E">
      <w:pPr>
        <w:spacing w:line="360" w:lineRule="auto"/>
        <w:jc w:val="both"/>
        <w:rPr>
          <w:i/>
          <w:sz w:val="20"/>
          <w:szCs w:val="20"/>
        </w:rPr>
      </w:pPr>
      <w:r w:rsidRPr="004E11B8">
        <w:rPr>
          <w:sz w:val="20"/>
          <w:szCs w:val="20"/>
        </w:rPr>
        <w:t>Don._______________________________ como ____________________________________</w:t>
      </w:r>
      <w:r w:rsidRPr="004E11B8">
        <w:rPr>
          <w:i/>
          <w:sz w:val="20"/>
          <w:szCs w:val="20"/>
        </w:rPr>
        <w:t xml:space="preserve">   de la empresa ______________________________</w:t>
      </w:r>
    </w:p>
    <w:p w:rsidR="001C5F8E" w:rsidRPr="004E11B8" w:rsidRDefault="001C5F8E" w:rsidP="001C5F8E">
      <w:pPr>
        <w:spacing w:line="360" w:lineRule="auto"/>
        <w:jc w:val="both"/>
        <w:rPr>
          <w:i/>
          <w:sz w:val="20"/>
          <w:szCs w:val="20"/>
        </w:rPr>
      </w:pPr>
    </w:p>
    <w:p w:rsidR="001C5F8E" w:rsidRPr="004E11B8" w:rsidRDefault="001C5F8E" w:rsidP="001C5F8E">
      <w:pPr>
        <w:pStyle w:val="Sangra2detindependiente"/>
        <w:spacing w:line="360" w:lineRule="auto"/>
        <w:ind w:left="0"/>
        <w:jc w:val="center"/>
        <w:rPr>
          <w:b/>
          <w:sz w:val="20"/>
          <w:szCs w:val="20"/>
        </w:rPr>
      </w:pPr>
      <w:r w:rsidRPr="004E11B8">
        <w:rPr>
          <w:bCs/>
          <w:sz w:val="20"/>
          <w:szCs w:val="20"/>
        </w:rPr>
        <w:t>DECLARA BAJO SU RESPONSABILIDAD</w:t>
      </w:r>
      <w:r w:rsidRPr="004E11B8">
        <w:rPr>
          <w:sz w:val="20"/>
          <w:szCs w:val="20"/>
        </w:rPr>
        <w:t>:</w:t>
      </w:r>
    </w:p>
    <w:p w:rsidR="001C5F8E" w:rsidRPr="004E11B8" w:rsidRDefault="001C5F8E" w:rsidP="001C5F8E">
      <w:pPr>
        <w:pStyle w:val="Sangra2detindependiente"/>
        <w:spacing w:line="360" w:lineRule="auto"/>
        <w:ind w:left="0"/>
        <w:rPr>
          <w:b/>
          <w:sz w:val="20"/>
          <w:szCs w:val="20"/>
        </w:rPr>
      </w:pPr>
      <w:r w:rsidRPr="004E11B8">
        <w:rPr>
          <w:sz w:val="20"/>
          <w:szCs w:val="20"/>
        </w:rPr>
        <w:t>Que empresa que represento:</w:t>
      </w:r>
    </w:p>
    <w:p w:rsidR="001C5F8E" w:rsidRPr="004E11B8" w:rsidRDefault="001C5F8E" w:rsidP="001C5F8E">
      <w:pPr>
        <w:pStyle w:val="Sangra2detindependiente"/>
        <w:widowControl/>
        <w:numPr>
          <w:ilvl w:val="0"/>
          <w:numId w:val="1"/>
        </w:numPr>
        <w:autoSpaceDE/>
        <w:autoSpaceDN/>
        <w:spacing w:after="0" w:line="360" w:lineRule="auto"/>
        <w:jc w:val="both"/>
        <w:rPr>
          <w:b/>
          <w:sz w:val="20"/>
          <w:szCs w:val="20"/>
        </w:rPr>
      </w:pPr>
      <w:r w:rsidRPr="004E11B8">
        <w:rPr>
          <w:sz w:val="20"/>
          <w:szCs w:val="20"/>
        </w:rPr>
        <w:t>No pertenece a ningún Grupo empresarial.</w:t>
      </w:r>
    </w:p>
    <w:p w:rsidR="001C5F8E" w:rsidRPr="004E11B8" w:rsidRDefault="001C5F8E" w:rsidP="001C5F8E">
      <w:pPr>
        <w:pStyle w:val="Sangra2detindependiente"/>
        <w:widowControl/>
        <w:numPr>
          <w:ilvl w:val="0"/>
          <w:numId w:val="1"/>
        </w:numPr>
        <w:autoSpaceDE/>
        <w:autoSpaceDN/>
        <w:spacing w:after="0" w:line="360" w:lineRule="auto"/>
        <w:jc w:val="both"/>
        <w:rPr>
          <w:b/>
          <w:sz w:val="20"/>
          <w:szCs w:val="20"/>
        </w:rPr>
      </w:pPr>
      <w:r w:rsidRPr="004E11B8">
        <w:rPr>
          <w:sz w:val="20"/>
          <w:szCs w:val="20"/>
        </w:rPr>
        <w:t>Pertenece al Grupo de empresas:</w:t>
      </w:r>
      <w:r>
        <w:rPr>
          <w:sz w:val="20"/>
          <w:szCs w:val="20"/>
        </w:rPr>
        <w:t xml:space="preserve"> </w:t>
      </w:r>
      <w:r w:rsidRPr="004E11B8">
        <w:rPr>
          <w:sz w:val="20"/>
          <w:szCs w:val="20"/>
        </w:rPr>
        <w:t>_________________________________________.</w:t>
      </w:r>
    </w:p>
    <w:p w:rsidR="001C5F8E" w:rsidRPr="004E11B8" w:rsidRDefault="001C5F8E" w:rsidP="001C5F8E">
      <w:pPr>
        <w:pStyle w:val="Sangra2detindependiente"/>
        <w:spacing w:line="360" w:lineRule="auto"/>
        <w:ind w:left="0"/>
        <w:rPr>
          <w:b/>
          <w:sz w:val="20"/>
          <w:szCs w:val="20"/>
        </w:rPr>
      </w:pPr>
      <w:r w:rsidRPr="004E11B8">
        <w:rPr>
          <w:sz w:val="20"/>
          <w:szCs w:val="20"/>
        </w:rPr>
        <w:t>Y</w:t>
      </w:r>
    </w:p>
    <w:p w:rsidR="001C5F8E" w:rsidRPr="004E11B8" w:rsidRDefault="001C5F8E" w:rsidP="001C5F8E">
      <w:pPr>
        <w:pStyle w:val="Sangra2detindependiente"/>
        <w:widowControl/>
        <w:numPr>
          <w:ilvl w:val="0"/>
          <w:numId w:val="2"/>
        </w:numPr>
        <w:autoSpaceDE/>
        <w:autoSpaceDN/>
        <w:spacing w:after="0" w:line="360" w:lineRule="auto"/>
        <w:jc w:val="both"/>
        <w:rPr>
          <w:b/>
          <w:sz w:val="20"/>
          <w:szCs w:val="20"/>
        </w:rPr>
      </w:pPr>
      <w:r w:rsidRPr="004E11B8">
        <w:rPr>
          <w:sz w:val="20"/>
          <w:szCs w:val="20"/>
        </w:rPr>
        <w:t>Ninguna empresa del grupo presenta proposiciones en la presente licitación.</w:t>
      </w:r>
    </w:p>
    <w:p w:rsidR="001C5F8E" w:rsidRPr="004E11B8" w:rsidRDefault="001C5F8E" w:rsidP="001C5F8E">
      <w:pPr>
        <w:pStyle w:val="Sangra2detindependiente"/>
        <w:widowControl/>
        <w:numPr>
          <w:ilvl w:val="0"/>
          <w:numId w:val="2"/>
        </w:numPr>
        <w:autoSpaceDE/>
        <w:autoSpaceDN/>
        <w:spacing w:after="0" w:line="360" w:lineRule="auto"/>
        <w:jc w:val="both"/>
        <w:rPr>
          <w:b/>
          <w:sz w:val="20"/>
          <w:szCs w:val="20"/>
        </w:rPr>
      </w:pPr>
      <w:r w:rsidRPr="004E11B8">
        <w:rPr>
          <w:sz w:val="20"/>
          <w:szCs w:val="20"/>
        </w:rPr>
        <w:t>Presentan proposiciones en la presente licitación las siguientes empresas del grupo:</w:t>
      </w:r>
    </w:p>
    <w:p w:rsidR="001C5F8E" w:rsidRPr="004E11B8" w:rsidRDefault="001C5F8E" w:rsidP="001C5F8E">
      <w:pPr>
        <w:pStyle w:val="Sangra2detindependiente"/>
        <w:spacing w:line="360" w:lineRule="auto"/>
        <w:ind w:left="720"/>
        <w:jc w:val="both"/>
        <w:rPr>
          <w:b/>
          <w:sz w:val="20"/>
          <w:szCs w:val="20"/>
        </w:rPr>
      </w:pPr>
      <w:r w:rsidRPr="004E11B8">
        <w:rPr>
          <w:sz w:val="20"/>
          <w:szCs w:val="20"/>
        </w:rPr>
        <w:t>1_________________________________________________________</w:t>
      </w:r>
    </w:p>
    <w:p w:rsidR="001C5F8E" w:rsidRPr="004E11B8" w:rsidRDefault="001C5F8E" w:rsidP="001C5F8E">
      <w:pPr>
        <w:pStyle w:val="Sangra2detindependiente"/>
        <w:spacing w:line="360" w:lineRule="auto"/>
        <w:ind w:left="720"/>
        <w:jc w:val="both"/>
        <w:rPr>
          <w:b/>
          <w:sz w:val="20"/>
          <w:szCs w:val="20"/>
        </w:rPr>
      </w:pPr>
      <w:r w:rsidRPr="004E11B8">
        <w:rPr>
          <w:sz w:val="20"/>
          <w:szCs w:val="20"/>
        </w:rPr>
        <w:t>2_________________________________________________________</w:t>
      </w:r>
    </w:p>
    <w:p w:rsidR="001C5F8E" w:rsidRDefault="001C5F8E" w:rsidP="001C5F8E">
      <w:pPr>
        <w:jc w:val="center"/>
        <w:rPr>
          <w:sz w:val="20"/>
          <w:szCs w:val="20"/>
        </w:rPr>
      </w:pPr>
      <w:r w:rsidRPr="004E11B8">
        <w:rPr>
          <w:sz w:val="20"/>
          <w:szCs w:val="20"/>
        </w:rPr>
        <w:t>(lugar, fecha y firma)</w:t>
      </w:r>
    </w:p>
    <w:p w:rsidR="001C5F8E" w:rsidRDefault="001C5F8E"/>
    <w:sectPr w:rsidR="001C5F8E" w:rsidSect="00C11C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5A43" w:rsidRDefault="00515A43" w:rsidP="00B82E76">
      <w:r>
        <w:separator/>
      </w:r>
    </w:p>
  </w:endnote>
  <w:endnote w:type="continuationSeparator" w:id="1">
    <w:p w:rsidR="00515A43" w:rsidRDefault="00515A43" w:rsidP="00B82E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E76" w:rsidRDefault="00B82E76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E76" w:rsidRDefault="00B82E76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E76" w:rsidRDefault="00B82E76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5A43" w:rsidRDefault="00515A43" w:rsidP="00B82E76">
      <w:r>
        <w:separator/>
      </w:r>
    </w:p>
  </w:footnote>
  <w:footnote w:type="continuationSeparator" w:id="1">
    <w:p w:rsidR="00515A43" w:rsidRDefault="00515A43" w:rsidP="00B82E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E76" w:rsidRDefault="00B82E76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E76" w:rsidRDefault="00B82E76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-644118</wp:posOffset>
          </wp:positionH>
          <wp:positionV relativeFrom="paragraph">
            <wp:posOffset>-244754</wp:posOffset>
          </wp:positionV>
          <wp:extent cx="1626870" cy="592531"/>
          <wp:effectExtent l="19050" t="0" r="0" b="0"/>
          <wp:wrapNone/>
          <wp:docPr id="1" name="Imagen 1" descr="imagotipo_ayto_avi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otipo_ayto_avil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6870" cy="5925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2E76" w:rsidRDefault="00B82E76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B5C6C"/>
    <w:multiLevelType w:val="hybridMultilevel"/>
    <w:tmpl w:val="C584FFC0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9126E8"/>
    <w:multiLevelType w:val="hybridMultilevel"/>
    <w:tmpl w:val="BC92A368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attachedTemplate r:id="rId1"/>
  <w:defaultTabStop w:val="708"/>
  <w:hyphenationZone w:val="425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9379F5"/>
    <w:rsid w:val="0005213D"/>
    <w:rsid w:val="001C5F8E"/>
    <w:rsid w:val="002C35F1"/>
    <w:rsid w:val="003073E1"/>
    <w:rsid w:val="004D78C1"/>
    <w:rsid w:val="00515A43"/>
    <w:rsid w:val="0054571E"/>
    <w:rsid w:val="008D30EF"/>
    <w:rsid w:val="008D37DD"/>
    <w:rsid w:val="009379F5"/>
    <w:rsid w:val="00982D42"/>
    <w:rsid w:val="00B82E76"/>
    <w:rsid w:val="00C11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5F8E"/>
    <w:pPr>
      <w:widowControl w:val="0"/>
      <w:autoSpaceDE w:val="0"/>
      <w:autoSpaceDN w:val="0"/>
    </w:pPr>
    <w:rPr>
      <w:rFonts w:ascii="Tahoma" w:eastAsia="Tahoma" w:hAnsi="Tahoma" w:cs="Tahom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B82E7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82E76"/>
  </w:style>
  <w:style w:type="paragraph" w:styleId="Piedepgina">
    <w:name w:val="footer"/>
    <w:basedOn w:val="Normal"/>
    <w:link w:val="PiedepginaCar"/>
    <w:uiPriority w:val="99"/>
    <w:semiHidden/>
    <w:unhideWhenUsed/>
    <w:rsid w:val="00B82E7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82E76"/>
  </w:style>
  <w:style w:type="paragraph" w:styleId="Textoindependiente">
    <w:name w:val="Body Text"/>
    <w:basedOn w:val="Normal"/>
    <w:link w:val="TextoindependienteCar"/>
    <w:uiPriority w:val="1"/>
    <w:qFormat/>
    <w:rsid w:val="001C5F8E"/>
    <w:rPr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C5F8E"/>
    <w:rPr>
      <w:rFonts w:ascii="Tahoma" w:eastAsia="Tahoma" w:hAnsi="Tahoma" w:cs="Tahoma"/>
      <w:sz w:val="20"/>
      <w:szCs w:val="20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1C5F8E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1C5F8E"/>
    <w:rPr>
      <w:rFonts w:ascii="Tahoma" w:eastAsia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saez\Desktop\plantilla%20%20word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  word</Template>
  <TotalTime>1</TotalTime>
  <Pages>1</Pages>
  <Words>103</Words>
  <Characters>571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Manoli Saez</dc:creator>
  <cp:lastModifiedBy>Manoli Saez</cp:lastModifiedBy>
  <cp:revision>2</cp:revision>
  <dcterms:created xsi:type="dcterms:W3CDTF">2023-10-20T08:58:00Z</dcterms:created>
  <dcterms:modified xsi:type="dcterms:W3CDTF">2024-02-13T13:43:00Z</dcterms:modified>
</cp:coreProperties>
</file>