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AE" w:rsidRDefault="003124AE" w:rsidP="003124A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C828F6" w:rsidRDefault="00C828F6" w:rsidP="003124A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3124AE" w:rsidRPr="00B24298" w:rsidRDefault="003124AE" w:rsidP="003124A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24298">
        <w:rPr>
          <w:rFonts w:ascii="Tahoma" w:hAnsi="Tahoma" w:cs="Tahoma"/>
          <w:b/>
          <w:bCs/>
          <w:sz w:val="20"/>
          <w:szCs w:val="20"/>
        </w:rPr>
        <w:t>ANEXO I</w:t>
      </w:r>
    </w:p>
    <w:p w:rsidR="003124AE" w:rsidRPr="00B24298" w:rsidRDefault="003124AE" w:rsidP="003124A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3124AE" w:rsidRPr="00B24298" w:rsidRDefault="003124AE" w:rsidP="003124A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24298">
        <w:rPr>
          <w:rFonts w:ascii="Tahoma" w:hAnsi="Tahoma" w:cs="Tahoma"/>
          <w:b/>
          <w:bCs/>
          <w:sz w:val="20"/>
          <w:szCs w:val="20"/>
        </w:rPr>
        <w:t>Modelo de proposición</w:t>
      </w:r>
    </w:p>
    <w:p w:rsidR="003124AE" w:rsidRPr="00B24298" w:rsidRDefault="003124AE" w:rsidP="003124AE">
      <w:pPr>
        <w:jc w:val="both"/>
        <w:rPr>
          <w:rFonts w:ascii="Tahoma" w:hAnsi="Tahoma" w:cs="Tahoma"/>
          <w:b/>
          <w:snapToGrid w:val="0"/>
          <w:sz w:val="20"/>
          <w:szCs w:val="20"/>
          <w:u w:val="single"/>
        </w:rPr>
      </w:pPr>
    </w:p>
    <w:p w:rsidR="003124AE" w:rsidRDefault="003124AE" w:rsidP="003124AE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3124AE" w:rsidRPr="00B24298" w:rsidRDefault="003124AE" w:rsidP="003124AE">
      <w:pPr>
        <w:jc w:val="both"/>
        <w:rPr>
          <w:rFonts w:ascii="Tahoma" w:hAnsi="Tahoma" w:cs="Tahoma"/>
          <w:snapToGrid w:val="0"/>
          <w:sz w:val="20"/>
          <w:szCs w:val="20"/>
        </w:rPr>
      </w:pPr>
      <w:r w:rsidRPr="00B24298">
        <w:rPr>
          <w:rFonts w:ascii="Tahoma" w:hAnsi="Tahoma" w:cs="Tahoma"/>
          <w:snapToGrid w:val="0"/>
          <w:sz w:val="20"/>
          <w:szCs w:val="20"/>
        </w:rPr>
        <w:t xml:space="preserve">D/Dª_______________________________________, con DNI nº___________, y domicilio a efectos de notificaciones en _______________________, en nombre propio (o en representación de _________________________, con </w:t>
      </w:r>
      <w:r w:rsidR="00D81411">
        <w:rPr>
          <w:rFonts w:ascii="Tahoma" w:hAnsi="Tahoma" w:cs="Tahoma"/>
          <w:snapToGrid w:val="0"/>
          <w:sz w:val="20"/>
          <w:szCs w:val="20"/>
        </w:rPr>
        <w:t>N</w:t>
      </w:r>
      <w:r w:rsidRPr="00B24298">
        <w:rPr>
          <w:rFonts w:ascii="Tahoma" w:hAnsi="Tahoma" w:cs="Tahoma"/>
          <w:snapToGrid w:val="0"/>
          <w:sz w:val="20"/>
          <w:szCs w:val="20"/>
        </w:rPr>
        <w:t>IF nº ___________ y con domicilio a efectos de notificaciones en __________________________ , conforme acredito con Poder Bastanteado)</w:t>
      </w:r>
    </w:p>
    <w:p w:rsidR="003124AE" w:rsidRPr="00B24298" w:rsidRDefault="003124AE" w:rsidP="003124AE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3124AE" w:rsidRPr="00B24298" w:rsidRDefault="003124AE" w:rsidP="003124AE">
      <w:pPr>
        <w:pStyle w:val="Ttulo5"/>
        <w:jc w:val="both"/>
        <w:rPr>
          <w:sz w:val="20"/>
          <w:szCs w:val="20"/>
        </w:rPr>
      </w:pPr>
      <w:r w:rsidRPr="00B24298">
        <w:rPr>
          <w:sz w:val="20"/>
          <w:szCs w:val="20"/>
        </w:rPr>
        <w:t>EXPONE</w:t>
      </w:r>
    </w:p>
    <w:p w:rsidR="003124AE" w:rsidRPr="00B24298" w:rsidRDefault="003124AE" w:rsidP="003124AE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3124AE" w:rsidRPr="00B24298" w:rsidRDefault="003124AE" w:rsidP="003124AE">
      <w:pPr>
        <w:tabs>
          <w:tab w:val="left" w:pos="-720"/>
        </w:tabs>
        <w:jc w:val="both"/>
        <w:rPr>
          <w:rFonts w:ascii="Tahoma" w:hAnsi="Tahoma" w:cs="Tahoma"/>
          <w:b/>
          <w:sz w:val="20"/>
          <w:szCs w:val="20"/>
        </w:rPr>
      </w:pPr>
      <w:r w:rsidRPr="00B24298">
        <w:rPr>
          <w:rFonts w:ascii="Tahoma" w:hAnsi="Tahoma" w:cs="Tahoma"/>
          <w:snapToGrid w:val="0"/>
          <w:sz w:val="20"/>
          <w:szCs w:val="20"/>
        </w:rPr>
        <w:tab/>
        <w:t>Que enterado de las condiciones y requisitos que se exigen para la adjudicación, mediante procedimiento abierto</w:t>
      </w:r>
      <w:r w:rsidRPr="00B24298">
        <w:rPr>
          <w:rFonts w:ascii="Tahoma" w:hAnsi="Tahoma" w:cs="Tahoma"/>
          <w:spacing w:val="-3"/>
          <w:sz w:val="20"/>
          <w:szCs w:val="20"/>
        </w:rPr>
        <w:t xml:space="preserve">, para la </w:t>
      </w:r>
      <w:r w:rsidR="003C3EA7" w:rsidRPr="003C3EA7">
        <w:rPr>
          <w:rFonts w:ascii="Tahoma" w:hAnsi="Tahoma" w:cs="Tahoma"/>
          <w:b/>
          <w:bCs/>
          <w:sz w:val="20"/>
        </w:rPr>
        <w:t>CONCESIÓN DE LICENCIA DE USO COMÚN</w:t>
      </w:r>
      <w:r w:rsidR="003C3EA7" w:rsidRPr="00B24298">
        <w:rPr>
          <w:b/>
          <w:bCs/>
          <w:sz w:val="20"/>
        </w:rPr>
        <w:t xml:space="preserve"> </w:t>
      </w:r>
      <w:r w:rsidR="003C3EA7" w:rsidRPr="003C3EA7">
        <w:rPr>
          <w:rFonts w:ascii="Tahoma" w:hAnsi="Tahoma" w:cs="Tahoma"/>
          <w:b/>
          <w:sz w:val="20"/>
          <w:szCs w:val="20"/>
        </w:rPr>
        <w:t>ESPECIAL DE OCUPACIÓN DE VÍA PÚBLICA PARA LA COLOCACIÓN DE CONTENEDORES DE RECOGIDA SELECTIVA DE ROPA USADA EN LA CIUDAD DE ÁVILA Y EN LOS BARRIOS ANEXIONADOS</w:t>
      </w:r>
    </w:p>
    <w:p w:rsidR="003124AE" w:rsidRPr="00B24298" w:rsidRDefault="003124AE" w:rsidP="003124A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3124AE" w:rsidRPr="00B24298" w:rsidRDefault="003124AE" w:rsidP="003124A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ab/>
        <w:t>Solicita tomar parte en la misma, comprometiéndose a su reali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zación con arreglo a lo establecido en el pliego de cláusulas económi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co-adminis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tra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ti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vas, que acepta íntegramen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te y realizar la actividad que se indica.</w:t>
      </w:r>
    </w:p>
    <w:p w:rsidR="003124AE" w:rsidRPr="00B24298" w:rsidRDefault="003124AE" w:rsidP="003124A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3124AE" w:rsidRPr="00B24298" w:rsidRDefault="003124AE" w:rsidP="003124AE">
      <w:pPr>
        <w:tabs>
          <w:tab w:val="left" w:pos="-720"/>
        </w:tabs>
        <w:ind w:right="85"/>
        <w:jc w:val="both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ab/>
        <w:t>Que el que suscribe se compromete a su ejecución, con es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tricta sujeción al Pliego de Cláusulas Administrativas Par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ticula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res, al que se somete voluntariamente y acepta en su in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tegridad ofertando:</w:t>
      </w:r>
    </w:p>
    <w:p w:rsidR="003124AE" w:rsidRPr="00B24298" w:rsidRDefault="003124AE" w:rsidP="003124AE">
      <w:pPr>
        <w:tabs>
          <w:tab w:val="left" w:pos="-720"/>
        </w:tabs>
        <w:ind w:right="85"/>
        <w:jc w:val="both"/>
        <w:rPr>
          <w:rFonts w:ascii="Tahoma" w:hAnsi="Tahoma" w:cs="Tahoma"/>
          <w:spacing w:val="-3"/>
          <w:sz w:val="20"/>
          <w:szCs w:val="20"/>
        </w:rPr>
      </w:pPr>
    </w:p>
    <w:p w:rsidR="003124AE" w:rsidRPr="00B24298" w:rsidRDefault="003124AE" w:rsidP="003124AE">
      <w:pPr>
        <w:tabs>
          <w:tab w:val="left" w:pos="-720"/>
        </w:tabs>
        <w:ind w:right="85"/>
        <w:jc w:val="both"/>
        <w:rPr>
          <w:rFonts w:ascii="Tahoma" w:hAnsi="Tahoma" w:cs="Tahoma"/>
          <w:b/>
          <w:bCs/>
          <w:spacing w:val="-3"/>
          <w:sz w:val="20"/>
          <w:szCs w:val="20"/>
        </w:rPr>
      </w:pPr>
      <w:r w:rsidRPr="00B24298">
        <w:rPr>
          <w:rFonts w:ascii="Tahoma" w:hAnsi="Tahoma" w:cs="Tahoma"/>
          <w:b/>
          <w:bCs/>
          <w:spacing w:val="-3"/>
          <w:sz w:val="20"/>
          <w:szCs w:val="20"/>
        </w:rPr>
        <w:tab/>
        <w:t xml:space="preserve">CANON </w:t>
      </w:r>
      <w:r w:rsidR="003C3EA7">
        <w:rPr>
          <w:rFonts w:ascii="Tahoma" w:hAnsi="Tahoma" w:cs="Tahoma"/>
          <w:b/>
          <w:bCs/>
          <w:spacing w:val="-3"/>
          <w:sz w:val="20"/>
          <w:szCs w:val="20"/>
        </w:rPr>
        <w:t xml:space="preserve"> </w:t>
      </w:r>
      <w:r w:rsidRPr="00B24298">
        <w:rPr>
          <w:rFonts w:ascii="Tahoma" w:hAnsi="Tahoma" w:cs="Tahoma"/>
          <w:spacing w:val="-3"/>
          <w:sz w:val="20"/>
          <w:szCs w:val="20"/>
        </w:rPr>
        <w:t>____________ €/</w:t>
      </w:r>
      <w:r w:rsidR="003C3EA7">
        <w:rPr>
          <w:rFonts w:ascii="Tahoma" w:hAnsi="Tahoma" w:cs="Tahoma"/>
          <w:spacing w:val="-3"/>
          <w:sz w:val="20"/>
          <w:szCs w:val="20"/>
        </w:rPr>
        <w:t>contenedor/mes, lo que arroja un total de ______________ €/año teniendo en cuenta los contendores ofertados</w:t>
      </w:r>
      <w:r w:rsidRPr="00B24298">
        <w:rPr>
          <w:rFonts w:ascii="Tahoma" w:hAnsi="Tahoma" w:cs="Tahoma"/>
          <w:spacing w:val="-3"/>
          <w:sz w:val="20"/>
          <w:szCs w:val="20"/>
        </w:rPr>
        <w:t>.</w:t>
      </w:r>
    </w:p>
    <w:p w:rsidR="003124AE" w:rsidRPr="00B24298" w:rsidRDefault="003124AE" w:rsidP="003124AE">
      <w:pPr>
        <w:tabs>
          <w:tab w:val="left" w:pos="-720"/>
        </w:tabs>
        <w:ind w:right="85"/>
        <w:jc w:val="both"/>
        <w:rPr>
          <w:rFonts w:ascii="Tahoma" w:hAnsi="Tahoma" w:cs="Tahoma"/>
          <w:b/>
          <w:bCs/>
          <w:spacing w:val="-3"/>
          <w:sz w:val="20"/>
          <w:szCs w:val="20"/>
        </w:rPr>
      </w:pPr>
    </w:p>
    <w:p w:rsidR="003124AE" w:rsidRPr="00B24298" w:rsidRDefault="003124AE" w:rsidP="003124A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3124AE" w:rsidRPr="00B24298" w:rsidRDefault="003124AE" w:rsidP="003124A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3124AE" w:rsidRPr="00B24298" w:rsidRDefault="003124AE" w:rsidP="003124AE">
      <w:pPr>
        <w:tabs>
          <w:tab w:val="left" w:pos="-720"/>
        </w:tabs>
        <w:jc w:val="center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>(Lugar, fecha y firma de licita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dor)</w:t>
      </w:r>
    </w:p>
    <w:p w:rsidR="003124AE" w:rsidRPr="00B24298" w:rsidRDefault="003124AE" w:rsidP="003124AE">
      <w:pPr>
        <w:tabs>
          <w:tab w:val="center" w:pos="4478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3124AE" w:rsidRPr="00B24298" w:rsidRDefault="003124AE" w:rsidP="003124AE">
      <w:pPr>
        <w:tabs>
          <w:tab w:val="center" w:pos="4478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ab/>
        <w:t xml:space="preserve">En ______________, a _____ de _______________ de </w:t>
      </w:r>
      <w:r>
        <w:rPr>
          <w:rFonts w:ascii="Tahoma" w:hAnsi="Tahoma" w:cs="Tahoma"/>
          <w:spacing w:val="-3"/>
          <w:sz w:val="20"/>
          <w:szCs w:val="20"/>
        </w:rPr>
        <w:t>20</w:t>
      </w:r>
      <w:r w:rsidR="00F35586">
        <w:rPr>
          <w:rFonts w:ascii="Tahoma" w:hAnsi="Tahoma" w:cs="Tahoma"/>
          <w:spacing w:val="-3"/>
          <w:sz w:val="20"/>
          <w:szCs w:val="20"/>
        </w:rPr>
        <w:t>2</w:t>
      </w:r>
      <w:r w:rsidR="000B5C8D">
        <w:rPr>
          <w:rFonts w:ascii="Tahoma" w:hAnsi="Tahoma" w:cs="Tahoma"/>
          <w:spacing w:val="-3"/>
          <w:sz w:val="20"/>
          <w:szCs w:val="20"/>
        </w:rPr>
        <w:t>4</w:t>
      </w:r>
      <w:r>
        <w:rPr>
          <w:rFonts w:ascii="Tahoma" w:hAnsi="Tahoma" w:cs="Tahoma"/>
          <w:spacing w:val="-3"/>
          <w:sz w:val="20"/>
          <w:szCs w:val="20"/>
        </w:rPr>
        <w:t>.</w:t>
      </w:r>
    </w:p>
    <w:p w:rsidR="003124AE" w:rsidRPr="00B24298" w:rsidRDefault="003124AE" w:rsidP="003124AE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937FEC" w:rsidRPr="00937FEC" w:rsidRDefault="003124AE" w:rsidP="00C828F6">
      <w:pPr>
        <w:jc w:val="both"/>
        <w:rPr>
          <w:rFonts w:ascii="Ubuntu" w:hAnsi="Ubuntu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br w:type="page"/>
      </w:r>
    </w:p>
    <w:p w:rsidR="00937FEC" w:rsidRPr="00937FEC" w:rsidRDefault="00937FEC" w:rsidP="00937FEC">
      <w:pPr>
        <w:spacing w:line="276" w:lineRule="auto"/>
        <w:jc w:val="right"/>
        <w:rPr>
          <w:rFonts w:ascii="Ubuntu" w:hAnsi="Ubuntu"/>
          <w:sz w:val="20"/>
          <w:szCs w:val="20"/>
        </w:rPr>
      </w:pPr>
    </w:p>
    <w:sectPr w:rsidR="00937FEC" w:rsidRPr="00937FEC" w:rsidSect="00DA1FDB">
      <w:headerReference w:type="default" r:id="rId8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765" w:rsidRDefault="003C4765" w:rsidP="00897032">
      <w:r>
        <w:separator/>
      </w:r>
    </w:p>
  </w:endnote>
  <w:endnote w:type="continuationSeparator" w:id="0">
    <w:p w:rsidR="003C4765" w:rsidRDefault="003C4765" w:rsidP="00897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Analistas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765" w:rsidRDefault="003C4765" w:rsidP="00897032">
      <w:r>
        <w:separator/>
      </w:r>
    </w:p>
  </w:footnote>
  <w:footnote w:type="continuationSeparator" w:id="0">
    <w:p w:rsidR="003C4765" w:rsidRDefault="003C4765" w:rsidP="008970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39" w:rsidRDefault="00BF4339">
    <w:pPr>
      <w:pStyle w:val="Encabezado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-753846</wp:posOffset>
          </wp:positionH>
          <wp:positionV relativeFrom="paragraph">
            <wp:posOffset>-317906</wp:posOffset>
          </wp:positionV>
          <wp:extent cx="1853642" cy="651052"/>
          <wp:effectExtent l="19050" t="0" r="0" b="0"/>
          <wp:wrapNone/>
          <wp:docPr id="2" name="Imagen 1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952" cy="6511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9FC"/>
    <w:multiLevelType w:val="hybridMultilevel"/>
    <w:tmpl w:val="81D899C2"/>
    <w:lvl w:ilvl="0" w:tplc="8206C8F2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F277D9"/>
    <w:multiLevelType w:val="hybridMultilevel"/>
    <w:tmpl w:val="E5522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700AB"/>
    <w:multiLevelType w:val="hybridMultilevel"/>
    <w:tmpl w:val="B9D485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F1AFF"/>
    <w:multiLevelType w:val="hybridMultilevel"/>
    <w:tmpl w:val="D89C815C"/>
    <w:lvl w:ilvl="0" w:tplc="0E5C217C">
      <w:start w:val="1"/>
      <w:numFmt w:val="lowerLetter"/>
      <w:lvlText w:val="%1)"/>
      <w:lvlJc w:val="left"/>
      <w:pPr>
        <w:ind w:left="284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3564" w:hanging="360"/>
      </w:pPr>
    </w:lvl>
    <w:lvl w:ilvl="2" w:tplc="0C0A001B" w:tentative="1">
      <w:start w:val="1"/>
      <w:numFmt w:val="lowerRoman"/>
      <w:lvlText w:val="%3."/>
      <w:lvlJc w:val="right"/>
      <w:pPr>
        <w:ind w:left="4284" w:hanging="180"/>
      </w:pPr>
    </w:lvl>
    <w:lvl w:ilvl="3" w:tplc="0C0A000F" w:tentative="1">
      <w:start w:val="1"/>
      <w:numFmt w:val="decimal"/>
      <w:lvlText w:val="%4."/>
      <w:lvlJc w:val="left"/>
      <w:pPr>
        <w:ind w:left="5004" w:hanging="360"/>
      </w:pPr>
    </w:lvl>
    <w:lvl w:ilvl="4" w:tplc="0C0A0019" w:tentative="1">
      <w:start w:val="1"/>
      <w:numFmt w:val="lowerLetter"/>
      <w:lvlText w:val="%5."/>
      <w:lvlJc w:val="left"/>
      <w:pPr>
        <w:ind w:left="5724" w:hanging="360"/>
      </w:pPr>
    </w:lvl>
    <w:lvl w:ilvl="5" w:tplc="0C0A001B" w:tentative="1">
      <w:start w:val="1"/>
      <w:numFmt w:val="lowerRoman"/>
      <w:lvlText w:val="%6."/>
      <w:lvlJc w:val="right"/>
      <w:pPr>
        <w:ind w:left="6444" w:hanging="180"/>
      </w:pPr>
    </w:lvl>
    <w:lvl w:ilvl="6" w:tplc="0C0A000F" w:tentative="1">
      <w:start w:val="1"/>
      <w:numFmt w:val="decimal"/>
      <w:lvlText w:val="%7."/>
      <w:lvlJc w:val="left"/>
      <w:pPr>
        <w:ind w:left="7164" w:hanging="360"/>
      </w:pPr>
    </w:lvl>
    <w:lvl w:ilvl="7" w:tplc="0C0A0019" w:tentative="1">
      <w:start w:val="1"/>
      <w:numFmt w:val="lowerLetter"/>
      <w:lvlText w:val="%8."/>
      <w:lvlJc w:val="left"/>
      <w:pPr>
        <w:ind w:left="7884" w:hanging="360"/>
      </w:pPr>
    </w:lvl>
    <w:lvl w:ilvl="8" w:tplc="0C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>
    <w:nsid w:val="21253D73"/>
    <w:multiLevelType w:val="hybridMultilevel"/>
    <w:tmpl w:val="5970B216"/>
    <w:lvl w:ilvl="0" w:tplc="0C0A000F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5">
    <w:nsid w:val="26A305F0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F1728C"/>
    <w:multiLevelType w:val="hybridMultilevel"/>
    <w:tmpl w:val="587E3CC2"/>
    <w:lvl w:ilvl="0" w:tplc="0C0A0005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7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F30A81"/>
    <w:multiLevelType w:val="singleLevel"/>
    <w:tmpl w:val="308E19AC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AF375A"/>
    <w:multiLevelType w:val="hybridMultilevel"/>
    <w:tmpl w:val="63CC1E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A54DE1"/>
    <w:multiLevelType w:val="hybridMultilevel"/>
    <w:tmpl w:val="94481638"/>
    <w:lvl w:ilvl="0" w:tplc="7D34AAF8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4A302E"/>
    <w:multiLevelType w:val="hybridMultilevel"/>
    <w:tmpl w:val="21EA93A4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02F696A"/>
    <w:multiLevelType w:val="hybridMultilevel"/>
    <w:tmpl w:val="090A4702"/>
    <w:lvl w:ilvl="0" w:tplc="95EAD92C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4">
    <w:nsid w:val="544F2533"/>
    <w:multiLevelType w:val="hybridMultilevel"/>
    <w:tmpl w:val="9A10C120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575652CC"/>
    <w:multiLevelType w:val="hybridMultilevel"/>
    <w:tmpl w:val="090A4702"/>
    <w:lvl w:ilvl="0" w:tplc="95EAD92C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6">
    <w:nsid w:val="58AE638A"/>
    <w:multiLevelType w:val="hybridMultilevel"/>
    <w:tmpl w:val="D87ED594"/>
    <w:lvl w:ilvl="0" w:tplc="0C9AD03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CD6683"/>
    <w:multiLevelType w:val="hybridMultilevel"/>
    <w:tmpl w:val="17241C4C"/>
    <w:lvl w:ilvl="0" w:tplc="0C0A0005">
      <w:start w:val="1"/>
      <w:numFmt w:val="bullet"/>
      <w:lvlText w:val="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18">
    <w:nsid w:val="5EFD60DC"/>
    <w:multiLevelType w:val="hybridMultilevel"/>
    <w:tmpl w:val="464E8734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0875353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4763E32"/>
    <w:multiLevelType w:val="hybridMultilevel"/>
    <w:tmpl w:val="9388622A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64BC4A25"/>
    <w:multiLevelType w:val="hybridMultilevel"/>
    <w:tmpl w:val="5882F25A"/>
    <w:lvl w:ilvl="0" w:tplc="0C0A0005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8E4230"/>
    <w:multiLevelType w:val="hybridMultilevel"/>
    <w:tmpl w:val="FDE28DF0"/>
    <w:lvl w:ilvl="0" w:tplc="1E6C8C70">
      <w:start w:val="1"/>
      <w:numFmt w:val="decimal"/>
      <w:lvlText w:val="%1."/>
      <w:lvlJc w:val="left"/>
      <w:pPr>
        <w:ind w:left="720" w:hanging="360"/>
      </w:pPr>
    </w:lvl>
    <w:lvl w:ilvl="1" w:tplc="450C6072">
      <w:start w:val="1"/>
      <w:numFmt w:val="lowerLetter"/>
      <w:lvlText w:val="%2."/>
      <w:lvlJc w:val="left"/>
      <w:pPr>
        <w:ind w:left="1440" w:hanging="360"/>
      </w:pPr>
    </w:lvl>
    <w:lvl w:ilvl="2" w:tplc="64929AD0" w:tentative="1">
      <w:start w:val="1"/>
      <w:numFmt w:val="lowerRoman"/>
      <w:lvlText w:val="%3."/>
      <w:lvlJc w:val="right"/>
      <w:pPr>
        <w:ind w:left="2160" w:hanging="180"/>
      </w:pPr>
    </w:lvl>
    <w:lvl w:ilvl="3" w:tplc="C48E023A" w:tentative="1">
      <w:start w:val="1"/>
      <w:numFmt w:val="decimal"/>
      <w:lvlText w:val="%4."/>
      <w:lvlJc w:val="left"/>
      <w:pPr>
        <w:ind w:left="2880" w:hanging="360"/>
      </w:pPr>
    </w:lvl>
    <w:lvl w:ilvl="4" w:tplc="DE0E782C" w:tentative="1">
      <w:start w:val="1"/>
      <w:numFmt w:val="lowerLetter"/>
      <w:lvlText w:val="%5."/>
      <w:lvlJc w:val="left"/>
      <w:pPr>
        <w:ind w:left="3600" w:hanging="360"/>
      </w:pPr>
    </w:lvl>
    <w:lvl w:ilvl="5" w:tplc="CE64908A" w:tentative="1">
      <w:start w:val="1"/>
      <w:numFmt w:val="lowerRoman"/>
      <w:lvlText w:val="%6."/>
      <w:lvlJc w:val="right"/>
      <w:pPr>
        <w:ind w:left="4320" w:hanging="180"/>
      </w:pPr>
    </w:lvl>
    <w:lvl w:ilvl="6" w:tplc="AA2E2CEA" w:tentative="1">
      <w:start w:val="1"/>
      <w:numFmt w:val="decimal"/>
      <w:lvlText w:val="%7."/>
      <w:lvlJc w:val="left"/>
      <w:pPr>
        <w:ind w:left="5040" w:hanging="360"/>
      </w:pPr>
    </w:lvl>
    <w:lvl w:ilvl="7" w:tplc="8CB81454" w:tentative="1">
      <w:start w:val="1"/>
      <w:numFmt w:val="lowerLetter"/>
      <w:lvlText w:val="%8."/>
      <w:lvlJc w:val="left"/>
      <w:pPr>
        <w:ind w:left="5760" w:hanging="360"/>
      </w:pPr>
    </w:lvl>
    <w:lvl w:ilvl="8" w:tplc="5F944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E91782"/>
    <w:multiLevelType w:val="hybridMultilevel"/>
    <w:tmpl w:val="170A455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0B07F9"/>
    <w:multiLevelType w:val="hybridMultilevel"/>
    <w:tmpl w:val="F5D2430A"/>
    <w:lvl w:ilvl="0" w:tplc="0D9A347C">
      <w:start w:val="2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E061090"/>
    <w:multiLevelType w:val="hybridMultilevel"/>
    <w:tmpl w:val="CD0CDE5C"/>
    <w:lvl w:ilvl="0" w:tplc="1EF607C0">
      <w:numFmt w:val="bullet"/>
      <w:lvlText w:val="-"/>
      <w:lvlJc w:val="left"/>
      <w:pPr>
        <w:ind w:left="720" w:hanging="360"/>
      </w:pPr>
      <w:rPr>
        <w:rFonts w:ascii="Ubuntu" w:eastAsia="Calibri" w:hAnsi="Ubuntu" w:cs="Tahoma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19"/>
  </w:num>
  <w:num w:numId="4">
    <w:abstractNumId w:val="5"/>
  </w:num>
  <w:num w:numId="5">
    <w:abstractNumId w:val="13"/>
  </w:num>
  <w:num w:numId="6">
    <w:abstractNumId w:val="22"/>
  </w:num>
  <w:num w:numId="7">
    <w:abstractNumId w:val="1"/>
  </w:num>
  <w:num w:numId="8">
    <w:abstractNumId w:val="9"/>
  </w:num>
  <w:num w:numId="9">
    <w:abstractNumId w:val="7"/>
  </w:num>
  <w:num w:numId="10">
    <w:abstractNumId w:val="20"/>
  </w:num>
  <w:num w:numId="11">
    <w:abstractNumId w:val="2"/>
  </w:num>
  <w:num w:numId="12">
    <w:abstractNumId w:val="23"/>
  </w:num>
  <w:num w:numId="13">
    <w:abstractNumId w:val="10"/>
  </w:num>
  <w:num w:numId="14">
    <w:abstractNumId w:val="24"/>
  </w:num>
  <w:num w:numId="15">
    <w:abstractNumId w:val="16"/>
  </w:num>
  <w:num w:numId="16">
    <w:abstractNumId w:val="4"/>
  </w:num>
  <w:num w:numId="17">
    <w:abstractNumId w:val="6"/>
  </w:num>
  <w:num w:numId="18">
    <w:abstractNumId w:val="21"/>
  </w:num>
  <w:num w:numId="19">
    <w:abstractNumId w:val="18"/>
  </w:num>
  <w:num w:numId="20">
    <w:abstractNumId w:val="14"/>
  </w:num>
  <w:num w:numId="21">
    <w:abstractNumId w:val="12"/>
  </w:num>
  <w:num w:numId="22">
    <w:abstractNumId w:val="17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D24253"/>
    <w:rsid w:val="000015B5"/>
    <w:rsid w:val="00011DD5"/>
    <w:rsid w:val="000436E8"/>
    <w:rsid w:val="00070EB6"/>
    <w:rsid w:val="0008556F"/>
    <w:rsid w:val="00090BAF"/>
    <w:rsid w:val="00093EDD"/>
    <w:rsid w:val="000977CD"/>
    <w:rsid w:val="000B5C8D"/>
    <w:rsid w:val="000C7604"/>
    <w:rsid w:val="000D4877"/>
    <w:rsid w:val="000D5DC2"/>
    <w:rsid w:val="000D6660"/>
    <w:rsid w:val="001050F0"/>
    <w:rsid w:val="00106ED1"/>
    <w:rsid w:val="00122477"/>
    <w:rsid w:val="00130210"/>
    <w:rsid w:val="00144F9F"/>
    <w:rsid w:val="001609DC"/>
    <w:rsid w:val="00162D09"/>
    <w:rsid w:val="00174955"/>
    <w:rsid w:val="00175B54"/>
    <w:rsid w:val="00186B8A"/>
    <w:rsid w:val="00187E69"/>
    <w:rsid w:val="001A2CED"/>
    <w:rsid w:val="001B50AD"/>
    <w:rsid w:val="001E4D72"/>
    <w:rsid w:val="001F3397"/>
    <w:rsid w:val="001F3D81"/>
    <w:rsid w:val="00206A3D"/>
    <w:rsid w:val="00224293"/>
    <w:rsid w:val="00232ED6"/>
    <w:rsid w:val="00245657"/>
    <w:rsid w:val="0025235D"/>
    <w:rsid w:val="00262087"/>
    <w:rsid w:val="00296094"/>
    <w:rsid w:val="002B0CD8"/>
    <w:rsid w:val="002B6A02"/>
    <w:rsid w:val="002D629A"/>
    <w:rsid w:val="002E1749"/>
    <w:rsid w:val="002E378C"/>
    <w:rsid w:val="002E569A"/>
    <w:rsid w:val="002F10A6"/>
    <w:rsid w:val="002F3DEB"/>
    <w:rsid w:val="002F4B7A"/>
    <w:rsid w:val="003042BC"/>
    <w:rsid w:val="00305262"/>
    <w:rsid w:val="00312436"/>
    <w:rsid w:val="003124AE"/>
    <w:rsid w:val="00312DA7"/>
    <w:rsid w:val="003214DD"/>
    <w:rsid w:val="00343BD8"/>
    <w:rsid w:val="00350807"/>
    <w:rsid w:val="0036734F"/>
    <w:rsid w:val="00385059"/>
    <w:rsid w:val="00394FE1"/>
    <w:rsid w:val="003C203D"/>
    <w:rsid w:val="003C3EA7"/>
    <w:rsid w:val="003C4765"/>
    <w:rsid w:val="003C6862"/>
    <w:rsid w:val="003D191C"/>
    <w:rsid w:val="003D59C9"/>
    <w:rsid w:val="003E5AA3"/>
    <w:rsid w:val="003E7377"/>
    <w:rsid w:val="003F1CB9"/>
    <w:rsid w:val="00403AF3"/>
    <w:rsid w:val="00425AEE"/>
    <w:rsid w:val="00434E84"/>
    <w:rsid w:val="00443150"/>
    <w:rsid w:val="00443583"/>
    <w:rsid w:val="004515B5"/>
    <w:rsid w:val="004527E0"/>
    <w:rsid w:val="00455865"/>
    <w:rsid w:val="004561AA"/>
    <w:rsid w:val="004611A1"/>
    <w:rsid w:val="00470D51"/>
    <w:rsid w:val="004711B2"/>
    <w:rsid w:val="004748EE"/>
    <w:rsid w:val="004A7A85"/>
    <w:rsid w:val="004B2AD6"/>
    <w:rsid w:val="004C41FA"/>
    <w:rsid w:val="004D27C9"/>
    <w:rsid w:val="004E40BB"/>
    <w:rsid w:val="004F54F2"/>
    <w:rsid w:val="004F667C"/>
    <w:rsid w:val="00501771"/>
    <w:rsid w:val="005157A9"/>
    <w:rsid w:val="0052089A"/>
    <w:rsid w:val="005241A0"/>
    <w:rsid w:val="005402AB"/>
    <w:rsid w:val="00546DBC"/>
    <w:rsid w:val="00554F66"/>
    <w:rsid w:val="0056157A"/>
    <w:rsid w:val="005928EE"/>
    <w:rsid w:val="005A3240"/>
    <w:rsid w:val="005C2728"/>
    <w:rsid w:val="005C5E04"/>
    <w:rsid w:val="005D70AD"/>
    <w:rsid w:val="005E3BCB"/>
    <w:rsid w:val="00626F6E"/>
    <w:rsid w:val="00637457"/>
    <w:rsid w:val="00641C4A"/>
    <w:rsid w:val="006470DC"/>
    <w:rsid w:val="00651440"/>
    <w:rsid w:val="00652AEE"/>
    <w:rsid w:val="006576B0"/>
    <w:rsid w:val="00665268"/>
    <w:rsid w:val="00681B30"/>
    <w:rsid w:val="00687793"/>
    <w:rsid w:val="00694060"/>
    <w:rsid w:val="006A0747"/>
    <w:rsid w:val="006A4DDB"/>
    <w:rsid w:val="006A5CDC"/>
    <w:rsid w:val="006A79DE"/>
    <w:rsid w:val="006C1377"/>
    <w:rsid w:val="006D51A6"/>
    <w:rsid w:val="006E3385"/>
    <w:rsid w:val="006F1790"/>
    <w:rsid w:val="006F2B47"/>
    <w:rsid w:val="006F418B"/>
    <w:rsid w:val="007202DD"/>
    <w:rsid w:val="007276BB"/>
    <w:rsid w:val="00743C99"/>
    <w:rsid w:val="00766F04"/>
    <w:rsid w:val="00770CB0"/>
    <w:rsid w:val="00784306"/>
    <w:rsid w:val="00786194"/>
    <w:rsid w:val="007A5969"/>
    <w:rsid w:val="007C0CC9"/>
    <w:rsid w:val="007D76E1"/>
    <w:rsid w:val="007F5F33"/>
    <w:rsid w:val="007F7A3B"/>
    <w:rsid w:val="00805521"/>
    <w:rsid w:val="008110A6"/>
    <w:rsid w:val="008114B5"/>
    <w:rsid w:val="00823271"/>
    <w:rsid w:val="00850AC5"/>
    <w:rsid w:val="008721FA"/>
    <w:rsid w:val="00875D22"/>
    <w:rsid w:val="00884B01"/>
    <w:rsid w:val="00890945"/>
    <w:rsid w:val="008933EF"/>
    <w:rsid w:val="00897032"/>
    <w:rsid w:val="008A2B3A"/>
    <w:rsid w:val="008A3534"/>
    <w:rsid w:val="008B5183"/>
    <w:rsid w:val="008E2A96"/>
    <w:rsid w:val="008E4C19"/>
    <w:rsid w:val="009323E7"/>
    <w:rsid w:val="00937FEC"/>
    <w:rsid w:val="009400A3"/>
    <w:rsid w:val="00941143"/>
    <w:rsid w:val="009507A7"/>
    <w:rsid w:val="009536A7"/>
    <w:rsid w:val="00964887"/>
    <w:rsid w:val="009710B2"/>
    <w:rsid w:val="00992D5F"/>
    <w:rsid w:val="009A6E08"/>
    <w:rsid w:val="009B4EA8"/>
    <w:rsid w:val="009F3FCE"/>
    <w:rsid w:val="00A00B26"/>
    <w:rsid w:val="00A050A2"/>
    <w:rsid w:val="00A123D9"/>
    <w:rsid w:val="00A12725"/>
    <w:rsid w:val="00A45B3A"/>
    <w:rsid w:val="00A6382E"/>
    <w:rsid w:val="00A6446D"/>
    <w:rsid w:val="00A64CE9"/>
    <w:rsid w:val="00A74BFA"/>
    <w:rsid w:val="00A94F7F"/>
    <w:rsid w:val="00AD1423"/>
    <w:rsid w:val="00AD1A9C"/>
    <w:rsid w:val="00AF25BE"/>
    <w:rsid w:val="00B127E4"/>
    <w:rsid w:val="00B24298"/>
    <w:rsid w:val="00B248A2"/>
    <w:rsid w:val="00B266BB"/>
    <w:rsid w:val="00B26B4A"/>
    <w:rsid w:val="00B273E2"/>
    <w:rsid w:val="00B308F7"/>
    <w:rsid w:val="00B50E50"/>
    <w:rsid w:val="00B578FA"/>
    <w:rsid w:val="00B71E05"/>
    <w:rsid w:val="00B75C5E"/>
    <w:rsid w:val="00B8047E"/>
    <w:rsid w:val="00B96CC8"/>
    <w:rsid w:val="00BB2858"/>
    <w:rsid w:val="00BC2DDB"/>
    <w:rsid w:val="00BE1C75"/>
    <w:rsid w:val="00BF4339"/>
    <w:rsid w:val="00C1206F"/>
    <w:rsid w:val="00C13F69"/>
    <w:rsid w:val="00C22D1C"/>
    <w:rsid w:val="00C3273A"/>
    <w:rsid w:val="00C73ED8"/>
    <w:rsid w:val="00C765C3"/>
    <w:rsid w:val="00C77BA3"/>
    <w:rsid w:val="00C828F6"/>
    <w:rsid w:val="00C82B57"/>
    <w:rsid w:val="00C9290B"/>
    <w:rsid w:val="00C939A3"/>
    <w:rsid w:val="00C96CED"/>
    <w:rsid w:val="00CB42D8"/>
    <w:rsid w:val="00CB63D1"/>
    <w:rsid w:val="00CB7CEC"/>
    <w:rsid w:val="00CC5322"/>
    <w:rsid w:val="00CE046A"/>
    <w:rsid w:val="00D03707"/>
    <w:rsid w:val="00D22D28"/>
    <w:rsid w:val="00D24253"/>
    <w:rsid w:val="00D25FAA"/>
    <w:rsid w:val="00D31D2B"/>
    <w:rsid w:val="00D56715"/>
    <w:rsid w:val="00D62D2E"/>
    <w:rsid w:val="00D64827"/>
    <w:rsid w:val="00D67CAE"/>
    <w:rsid w:val="00D81411"/>
    <w:rsid w:val="00D860C6"/>
    <w:rsid w:val="00D91A5D"/>
    <w:rsid w:val="00DA1FDB"/>
    <w:rsid w:val="00DA258F"/>
    <w:rsid w:val="00DC02D9"/>
    <w:rsid w:val="00DC36B3"/>
    <w:rsid w:val="00DC4A74"/>
    <w:rsid w:val="00DE17A8"/>
    <w:rsid w:val="00DE4C1A"/>
    <w:rsid w:val="00DE5D7E"/>
    <w:rsid w:val="00DE610C"/>
    <w:rsid w:val="00E054E8"/>
    <w:rsid w:val="00E14381"/>
    <w:rsid w:val="00E24AE1"/>
    <w:rsid w:val="00E33591"/>
    <w:rsid w:val="00E33DCB"/>
    <w:rsid w:val="00E533A2"/>
    <w:rsid w:val="00E5426F"/>
    <w:rsid w:val="00E578CD"/>
    <w:rsid w:val="00E6261B"/>
    <w:rsid w:val="00E636CC"/>
    <w:rsid w:val="00EB299A"/>
    <w:rsid w:val="00ED32AE"/>
    <w:rsid w:val="00ED5FE1"/>
    <w:rsid w:val="00EE106B"/>
    <w:rsid w:val="00EE1E08"/>
    <w:rsid w:val="00EF3154"/>
    <w:rsid w:val="00F0676F"/>
    <w:rsid w:val="00F131CE"/>
    <w:rsid w:val="00F35586"/>
    <w:rsid w:val="00F4478D"/>
    <w:rsid w:val="00F6092B"/>
    <w:rsid w:val="00F71DFC"/>
    <w:rsid w:val="00F7201A"/>
    <w:rsid w:val="00F72725"/>
    <w:rsid w:val="00F77598"/>
    <w:rsid w:val="00FC081E"/>
    <w:rsid w:val="00FC192F"/>
    <w:rsid w:val="00FC1C3A"/>
    <w:rsid w:val="00FC227B"/>
    <w:rsid w:val="00FD7FEE"/>
    <w:rsid w:val="00FE21C7"/>
    <w:rsid w:val="00FE4DC6"/>
    <w:rsid w:val="00FF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400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24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2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124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B26B4A"/>
    <w:pPr>
      <w:keepNext/>
      <w:jc w:val="center"/>
      <w:outlineLvl w:val="4"/>
    </w:pPr>
    <w:rPr>
      <w:rFonts w:ascii="Tahoma" w:hAnsi="Tahoma" w:cs="Tahoma"/>
      <w:b/>
      <w:bCs/>
      <w:sz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4B0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124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semiHidden/>
    <w:rsid w:val="00D24253"/>
    <w:pPr>
      <w:ind w:left="283" w:hanging="283"/>
    </w:pPr>
    <w:rPr>
      <w:sz w:val="20"/>
      <w:szCs w:val="20"/>
    </w:rPr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rsid w:val="00D24253"/>
    <w:pPr>
      <w:widowControl w:val="0"/>
      <w:jc w:val="both"/>
    </w:pPr>
    <w:rPr>
      <w:rFonts w:ascii="Tahoma" w:hAnsi="Tahoma"/>
      <w:snapToGrid w:val="0"/>
      <w:spacing w:val="-3"/>
      <w:szCs w:val="20"/>
      <w:lang w:val="es-ES_tradnl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rsid w:val="00D24253"/>
    <w:rPr>
      <w:rFonts w:ascii="Tahoma" w:eastAsia="Times New Roman" w:hAnsi="Tahoma" w:cs="Times New Roman"/>
      <w:snapToGrid w:val="0"/>
      <w:spacing w:val="-3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5E3BCB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5E3BCB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Lneadereferencia">
    <w:name w:val="Línea de referencia"/>
    <w:basedOn w:val="Textoindependiente"/>
    <w:rsid w:val="005E3BCB"/>
    <w:rPr>
      <w:lang w:val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1B50AD"/>
    <w:pPr>
      <w:ind w:left="720"/>
      <w:contextualSpacing/>
    </w:pPr>
    <w:rPr>
      <w:sz w:val="20"/>
      <w:szCs w:val="20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1B50A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a13">
    <w:name w:val="Pa13"/>
    <w:basedOn w:val="Normal"/>
    <w:next w:val="Normal"/>
    <w:rsid w:val="001B50AD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en-US"/>
    </w:rPr>
  </w:style>
  <w:style w:type="character" w:customStyle="1" w:styleId="linktodoc">
    <w:name w:val="linktodoc"/>
    <w:basedOn w:val="Fuentedeprrafopredeter"/>
    <w:rsid w:val="001B50AD"/>
  </w:style>
  <w:style w:type="paragraph" w:customStyle="1" w:styleId="Pa12">
    <w:name w:val="Pa12"/>
    <w:basedOn w:val="Normal"/>
    <w:next w:val="Normal"/>
    <w:uiPriority w:val="99"/>
    <w:rsid w:val="001B50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customStyle="1" w:styleId="Pa9">
    <w:name w:val="Pa9"/>
    <w:basedOn w:val="Normal"/>
    <w:next w:val="Normal"/>
    <w:uiPriority w:val="99"/>
    <w:rsid w:val="001B50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1B50A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1B50AD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1B50A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1B50A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9406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9406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STINO1">
    <w:name w:val="DESTINO1"/>
    <w:basedOn w:val="Normal"/>
    <w:autoRedefine/>
    <w:rsid w:val="008A3534"/>
    <w:pPr>
      <w:jc w:val="both"/>
    </w:pPr>
    <w:rPr>
      <w:rFonts w:ascii="Tahoma" w:hAnsi="Tahoma" w:cs="Tahoma"/>
      <w:spacing w:val="-3"/>
      <w:sz w:val="16"/>
      <w:szCs w:val="20"/>
      <w:lang w:val="es-ES_tradnl"/>
    </w:rPr>
  </w:style>
  <w:style w:type="character" w:styleId="Hipervnculo">
    <w:name w:val="Hyperlink"/>
    <w:basedOn w:val="Fuentedeprrafopredeter"/>
    <w:rsid w:val="008A353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11DD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443583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2D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2D09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5Car">
    <w:name w:val="Título 5 Car"/>
    <w:basedOn w:val="Fuentedeprrafopredeter"/>
    <w:link w:val="Ttulo5"/>
    <w:rsid w:val="00B26B4A"/>
    <w:rPr>
      <w:rFonts w:ascii="Tahoma" w:eastAsia="Times New Roman" w:hAnsi="Tahoma" w:cs="Tahoma"/>
      <w:b/>
      <w:bCs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9400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1243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paragraph" w:customStyle="1" w:styleId="ARMNORM">
    <w:name w:val="ARM_NORM"/>
    <w:basedOn w:val="Normal"/>
    <w:rsid w:val="00312436"/>
    <w:pPr>
      <w:spacing w:before="240" w:after="240"/>
      <w:jc w:val="both"/>
    </w:pPr>
    <w:rPr>
      <w:rFonts w:ascii="Gill Analistas" w:hAnsi="Gill Analistas"/>
      <w:szCs w:val="20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1243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3124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4B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84B0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84B0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884B01"/>
    <w:pPr>
      <w:spacing w:before="100"/>
      <w:jc w:val="both"/>
    </w:pPr>
    <w:rPr>
      <w:rFonts w:ascii="Arial Unicode MS" w:eastAsia="Arial Unicode MS" w:hAnsi="Arial Unicode MS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24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tulo">
    <w:name w:val="Title"/>
    <w:basedOn w:val="Normal"/>
    <w:link w:val="TtuloCar"/>
    <w:qFormat/>
    <w:rsid w:val="003124AE"/>
    <w:pPr>
      <w:jc w:val="center"/>
    </w:pPr>
    <w:rPr>
      <w:rFonts w:ascii="Tahoma" w:hAnsi="Tahoma" w:cs="Tahoma"/>
      <w:b/>
      <w:szCs w:val="20"/>
    </w:rPr>
  </w:style>
  <w:style w:type="character" w:customStyle="1" w:styleId="TtuloCar">
    <w:name w:val="Título Car"/>
    <w:basedOn w:val="Fuentedeprrafopredeter"/>
    <w:link w:val="Ttulo"/>
    <w:rsid w:val="003124AE"/>
    <w:rPr>
      <w:rFonts w:ascii="Tahoma" w:eastAsia="Times New Roman" w:hAnsi="Tahoma" w:cs="Tahoma"/>
      <w:b/>
      <w:sz w:val="24"/>
      <w:szCs w:val="20"/>
      <w:lang w:eastAsia="es-ES"/>
    </w:rPr>
  </w:style>
  <w:style w:type="character" w:customStyle="1" w:styleId="apple-converted-space">
    <w:name w:val="apple-converted-space"/>
    <w:basedOn w:val="Fuentedeprrafopredeter"/>
    <w:rsid w:val="003124AE"/>
  </w:style>
  <w:style w:type="character" w:customStyle="1" w:styleId="highlight">
    <w:name w:val="highlight"/>
    <w:basedOn w:val="Fuentedeprrafopredeter"/>
    <w:rsid w:val="003124AE"/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unhideWhenUsed/>
    <w:rsid w:val="008970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basedOn w:val="Fuentedeprrafopredeter"/>
    <w:link w:val="Encabezado"/>
    <w:rsid w:val="0089703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970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9703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rsid w:val="00897032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897032"/>
    <w:rPr>
      <w:rFonts w:ascii="Courier New" w:eastAsia="Times New Roman" w:hAnsi="Courier New" w:cs="Times New Roman"/>
      <w:sz w:val="20"/>
      <w:szCs w:val="20"/>
      <w:lang w:eastAsia="es-ES"/>
    </w:rPr>
  </w:style>
  <w:style w:type="character" w:styleId="Textoennegrita">
    <w:name w:val="Strong"/>
    <w:basedOn w:val="Fuentedeprrafopredeter"/>
    <w:qFormat/>
    <w:rsid w:val="00897032"/>
    <w:rPr>
      <w:b/>
      <w:bCs/>
    </w:rPr>
  </w:style>
  <w:style w:type="character" w:styleId="CitaHTML">
    <w:name w:val="HTML Cite"/>
    <w:basedOn w:val="Fuentedeprrafopredeter"/>
    <w:semiHidden/>
    <w:rsid w:val="00897032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su">
    <w:name w:val="su"/>
    <w:basedOn w:val="Fuentedeprrafopredeter"/>
    <w:rsid w:val="00394FE1"/>
  </w:style>
  <w:style w:type="character" w:styleId="nfasis">
    <w:name w:val="Emphasis"/>
    <w:basedOn w:val="Fuentedeprrafopredeter"/>
    <w:uiPriority w:val="20"/>
    <w:qFormat/>
    <w:rsid w:val="008A2B3A"/>
    <w:rPr>
      <w:i/>
      <w:iCs/>
    </w:rPr>
  </w:style>
  <w:style w:type="character" w:styleId="Nmerodepgina">
    <w:name w:val="page number"/>
    <w:basedOn w:val="Fuentedeprrafopredeter"/>
    <w:rsid w:val="007C0CC9"/>
  </w:style>
  <w:style w:type="character" w:styleId="Refdecomentario">
    <w:name w:val="annotation reference"/>
    <w:uiPriority w:val="99"/>
    <w:semiHidden/>
    <w:unhideWhenUsed/>
    <w:rsid w:val="007C0CC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0CC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0CC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3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3E7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5F785-217A-4A11-B2D7-35C81CBC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ARANCHA FIDALGO</dc:creator>
  <cp:lastModifiedBy>Manoli Saez</cp:lastModifiedBy>
  <cp:revision>2</cp:revision>
  <cp:lastPrinted>2024-06-18T11:59:00Z</cp:lastPrinted>
  <dcterms:created xsi:type="dcterms:W3CDTF">2024-06-18T12:06:00Z</dcterms:created>
  <dcterms:modified xsi:type="dcterms:W3CDTF">2024-06-18T12:06:00Z</dcterms:modified>
</cp:coreProperties>
</file>