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13B1" w:rsidRDefault="006C13B1" w:rsidP="00D01DC7">
      <w:pPr>
        <w:jc w:val="center"/>
        <w:rPr>
          <w:rFonts w:ascii="Tahoma" w:hAnsi="Tahoma" w:cs="Tahoma"/>
          <w:b/>
        </w:rPr>
      </w:pPr>
    </w:p>
    <w:p w:rsidR="006C13B1" w:rsidRDefault="006C13B1" w:rsidP="00D01DC7">
      <w:pPr>
        <w:jc w:val="center"/>
        <w:rPr>
          <w:rFonts w:ascii="Tahoma" w:hAnsi="Tahoma" w:cs="Tahoma"/>
          <w:b/>
        </w:rPr>
      </w:pPr>
    </w:p>
    <w:p w:rsidR="006C13B1" w:rsidRDefault="006C13B1" w:rsidP="00D01DC7">
      <w:pPr>
        <w:jc w:val="center"/>
        <w:rPr>
          <w:rFonts w:ascii="Tahoma" w:hAnsi="Tahoma" w:cs="Tahoma"/>
          <w:b/>
        </w:rPr>
      </w:pPr>
    </w:p>
    <w:p w:rsidR="006C13B1" w:rsidRDefault="006C13B1" w:rsidP="00D01DC7">
      <w:pPr>
        <w:jc w:val="center"/>
        <w:rPr>
          <w:rFonts w:ascii="Tahoma" w:hAnsi="Tahoma" w:cs="Tahoma"/>
          <w:b/>
        </w:rPr>
      </w:pPr>
    </w:p>
    <w:p w:rsidR="00DC65DA" w:rsidRDefault="00DC65DA" w:rsidP="00D01DC7">
      <w:pPr>
        <w:jc w:val="center"/>
        <w:rPr>
          <w:rFonts w:ascii="Tahoma" w:hAnsi="Tahoma" w:cs="Tahoma"/>
          <w:b/>
        </w:rPr>
      </w:pPr>
      <w:r w:rsidRPr="009A5574">
        <w:rPr>
          <w:rFonts w:ascii="Tahoma" w:hAnsi="Tahoma" w:cs="Tahoma"/>
          <w:b/>
        </w:rPr>
        <w:t>ANEXO II</w:t>
      </w:r>
    </w:p>
    <w:p w:rsidR="00F838BA" w:rsidRPr="009A5574" w:rsidRDefault="00F838BA" w:rsidP="00D01DC7">
      <w:pPr>
        <w:jc w:val="center"/>
        <w:rPr>
          <w:rFonts w:ascii="Tahoma" w:hAnsi="Tahoma" w:cs="Tahoma"/>
          <w:b/>
        </w:rPr>
      </w:pPr>
    </w:p>
    <w:p w:rsidR="00DC65DA" w:rsidRPr="009A5574" w:rsidRDefault="00DC65DA" w:rsidP="00D01DC7">
      <w:pPr>
        <w:pStyle w:val="Ttulo5"/>
        <w:spacing w:before="0"/>
        <w:jc w:val="center"/>
        <w:rPr>
          <w:rFonts w:ascii="Tahoma" w:hAnsi="Tahoma" w:cs="Tahoma"/>
          <w:b/>
          <w:bCs/>
          <w:iCs/>
          <w:color w:val="auto"/>
        </w:rPr>
      </w:pPr>
      <w:r w:rsidRPr="009A5574">
        <w:rPr>
          <w:rFonts w:ascii="Tahoma" w:hAnsi="Tahoma" w:cs="Tahoma"/>
          <w:b/>
          <w:bCs/>
          <w:iCs/>
          <w:color w:val="auto"/>
        </w:rPr>
        <w:t xml:space="preserve">Modelo de proposición económica </w:t>
      </w:r>
    </w:p>
    <w:p w:rsidR="00DC65DA" w:rsidRPr="009A5574" w:rsidRDefault="00DC65DA" w:rsidP="00D01DC7">
      <w:pPr>
        <w:jc w:val="center"/>
        <w:rPr>
          <w:rFonts w:ascii="Tahoma" w:hAnsi="Tahoma" w:cs="Tahoma"/>
          <w:b/>
          <w:bCs/>
          <w:iCs/>
          <w:snapToGrid w:val="0"/>
          <w:u w:val="single"/>
        </w:rPr>
      </w:pPr>
    </w:p>
    <w:p w:rsidR="00DC65DA" w:rsidRPr="009A5574" w:rsidRDefault="00DC65DA" w:rsidP="00D01DC7">
      <w:pPr>
        <w:jc w:val="both"/>
        <w:rPr>
          <w:rFonts w:ascii="Tahoma" w:hAnsi="Tahoma" w:cs="Tahoma"/>
          <w:snapToGrid w:val="0"/>
        </w:rPr>
      </w:pPr>
      <w:r w:rsidRPr="009A5574">
        <w:rPr>
          <w:rFonts w:ascii="Tahoma" w:hAnsi="Tahoma" w:cs="Tahoma"/>
          <w:snapToGrid w:val="0"/>
        </w:rPr>
        <w:tab/>
        <w:t>Don _______________________________________, vecino de _________________________________, con domicilio a efectos de notificaciones en _______________________, titular del DNI nº ________________, en nombre propio (o en representación de _________________________, con poder bastante al efecto, vecino de _______________, con domicilio a efectos de notificaciones en _____________________</w:t>
      </w:r>
    </w:p>
    <w:p w:rsidR="00DC65DA" w:rsidRPr="009A5574" w:rsidRDefault="00DC65DA" w:rsidP="00D01DC7">
      <w:pPr>
        <w:jc w:val="both"/>
        <w:rPr>
          <w:rFonts w:ascii="Tahoma" w:hAnsi="Tahoma" w:cs="Tahoma"/>
          <w:b/>
          <w:snapToGrid w:val="0"/>
        </w:rPr>
      </w:pPr>
    </w:p>
    <w:p w:rsidR="00DC65DA" w:rsidRPr="009A5574" w:rsidRDefault="00DC65DA" w:rsidP="00D01DC7">
      <w:pPr>
        <w:pStyle w:val="Ttulo1"/>
        <w:ind w:firstLine="0"/>
        <w:jc w:val="center"/>
        <w:rPr>
          <w:rFonts w:ascii="Tahoma" w:hAnsi="Tahoma" w:cs="Tahoma"/>
          <w:b/>
          <w:bCs/>
          <w:sz w:val="20"/>
        </w:rPr>
      </w:pPr>
      <w:r w:rsidRPr="009A5574">
        <w:rPr>
          <w:rFonts w:ascii="Tahoma" w:hAnsi="Tahoma" w:cs="Tahoma"/>
          <w:b/>
          <w:bCs/>
          <w:sz w:val="20"/>
        </w:rPr>
        <w:t>EXPONE</w:t>
      </w:r>
    </w:p>
    <w:p w:rsidR="00DC65DA" w:rsidRPr="009A5574" w:rsidRDefault="00DC65DA" w:rsidP="00D01DC7">
      <w:pPr>
        <w:jc w:val="both"/>
        <w:rPr>
          <w:rFonts w:ascii="Tahoma" w:hAnsi="Tahoma" w:cs="Tahoma"/>
          <w:snapToGrid w:val="0"/>
        </w:rPr>
      </w:pPr>
    </w:p>
    <w:p w:rsidR="00190E5F" w:rsidRPr="00172270" w:rsidRDefault="00DC65DA" w:rsidP="0001669C">
      <w:pPr>
        <w:pStyle w:val="Textoindependiente2"/>
        <w:spacing w:after="0" w:line="240" w:lineRule="auto"/>
        <w:ind w:right="-1"/>
        <w:jc w:val="both"/>
        <w:rPr>
          <w:rFonts w:ascii="Tahoma" w:hAnsi="Tahoma" w:cs="Tahoma"/>
          <w:b/>
          <w:snapToGrid w:val="0"/>
        </w:rPr>
      </w:pPr>
      <w:r w:rsidRPr="009A5574">
        <w:rPr>
          <w:rFonts w:ascii="Tahoma" w:hAnsi="Tahoma" w:cs="Tahoma"/>
          <w:snapToGrid w:val="0"/>
          <w:sz w:val="20"/>
          <w:szCs w:val="20"/>
        </w:rPr>
        <w:tab/>
      </w:r>
      <w:r w:rsidR="00190E5F" w:rsidRPr="00172270">
        <w:rPr>
          <w:rFonts w:ascii="Tahoma" w:hAnsi="Tahoma" w:cs="Tahoma"/>
          <w:snapToGrid w:val="0"/>
          <w:sz w:val="20"/>
          <w:szCs w:val="20"/>
        </w:rPr>
        <w:t xml:space="preserve">Que enterado de las condiciones y requisitos que se exigen para la adjudicación, mediante procedimiento abierto de la contratación del </w:t>
      </w:r>
      <w:r w:rsidR="0001669C" w:rsidRPr="00172270">
        <w:rPr>
          <w:rFonts w:ascii="Tahoma" w:hAnsi="Tahoma" w:cs="Tahoma"/>
          <w:b/>
          <w:snapToGrid w:val="0"/>
          <w:sz w:val="20"/>
          <w:szCs w:val="20"/>
        </w:rPr>
        <w:t>SUMINISTRO DE GASÓLEO PARA CALEFACCIÓN CON DESTINO A DISTINTAS INSTALACIONES Y EDIFICIOS MUNICIPALES DEL EXCMO. AYUNTAMIENTO DE ÁVILA</w:t>
      </w:r>
      <w:r w:rsidR="0001669C" w:rsidRPr="00172270">
        <w:rPr>
          <w:rFonts w:ascii="Tahoma" w:hAnsi="Tahoma" w:cs="Tahoma"/>
          <w:b/>
          <w:snapToGrid w:val="0"/>
        </w:rPr>
        <w:t>.</w:t>
      </w:r>
    </w:p>
    <w:p w:rsidR="0001669C" w:rsidRPr="00172270" w:rsidRDefault="0001669C" w:rsidP="0001669C">
      <w:pPr>
        <w:pStyle w:val="Textoindependiente2"/>
        <w:spacing w:after="0" w:line="240" w:lineRule="auto"/>
        <w:ind w:right="-1"/>
        <w:jc w:val="both"/>
        <w:rPr>
          <w:rFonts w:ascii="Tahoma" w:hAnsi="Tahoma" w:cs="Tahoma"/>
          <w:b/>
          <w:snapToGrid w:val="0"/>
        </w:rPr>
      </w:pPr>
    </w:p>
    <w:p w:rsidR="00190E5F" w:rsidRPr="001674B8" w:rsidRDefault="003A7A4E" w:rsidP="00D01DC7">
      <w:pPr>
        <w:tabs>
          <w:tab w:val="left" w:pos="-720"/>
        </w:tabs>
        <w:ind w:left="-12" w:right="-1"/>
        <w:jc w:val="both"/>
        <w:rPr>
          <w:rFonts w:ascii="Tahoma" w:hAnsi="Tahoma" w:cs="Tahoma"/>
          <w:spacing w:val="-3"/>
        </w:rPr>
      </w:pPr>
      <w:r w:rsidRPr="001674B8">
        <w:rPr>
          <w:rFonts w:ascii="Tahoma" w:hAnsi="Tahoma" w:cs="Tahoma"/>
          <w:spacing w:val="-3"/>
        </w:rPr>
        <w:tab/>
      </w:r>
      <w:r w:rsidR="00190E5F" w:rsidRPr="001674B8">
        <w:rPr>
          <w:rFonts w:ascii="Tahoma" w:hAnsi="Tahoma" w:cs="Tahoma"/>
          <w:spacing w:val="-3"/>
        </w:rPr>
        <w:t>El que suscribe, se compromete a su ejecución, con estricta sujeción al Pliego de Cláusulas Administrativas Parti</w:t>
      </w:r>
      <w:r w:rsidR="00190E5F" w:rsidRPr="001674B8">
        <w:rPr>
          <w:rFonts w:ascii="Tahoma" w:hAnsi="Tahoma" w:cs="Tahoma"/>
          <w:spacing w:val="-3"/>
        </w:rPr>
        <w:softHyphen/>
        <w:t>culares al que se somete voluntariamente y acepta en su integri</w:t>
      </w:r>
      <w:r w:rsidR="00190E5F" w:rsidRPr="001674B8">
        <w:rPr>
          <w:rFonts w:ascii="Tahoma" w:hAnsi="Tahoma" w:cs="Tahoma"/>
          <w:spacing w:val="-3"/>
        </w:rPr>
        <w:softHyphen/>
        <w:t xml:space="preserve">dad así como al Pliego de prescripciones técnicas, en el precio siguiente: </w:t>
      </w:r>
    </w:p>
    <w:p w:rsidR="00190E5F" w:rsidRPr="001674B8" w:rsidRDefault="00190E5F" w:rsidP="00D01DC7">
      <w:pPr>
        <w:tabs>
          <w:tab w:val="left" w:pos="-720"/>
        </w:tabs>
        <w:ind w:left="-12" w:right="-1"/>
        <w:jc w:val="both"/>
        <w:rPr>
          <w:rFonts w:ascii="Tahoma" w:hAnsi="Tahoma" w:cs="Tahoma"/>
          <w:spacing w:val="-3"/>
        </w:rPr>
      </w:pPr>
    </w:p>
    <w:p w:rsidR="00416EA7" w:rsidRPr="00172270" w:rsidRDefault="00416EA7" w:rsidP="00416EA7">
      <w:pPr>
        <w:pStyle w:val="Default"/>
        <w:jc w:val="center"/>
        <w:rPr>
          <w:rFonts w:ascii="Tahoma" w:hAnsi="Tahoma" w:cs="Tahoma"/>
          <w:color w:val="auto"/>
        </w:rPr>
      </w:pPr>
      <w:r w:rsidRPr="00172270">
        <w:rPr>
          <w:rFonts w:ascii="Tahoma" w:hAnsi="Tahoma" w:cs="Tahoma"/>
          <w:color w:val="auto"/>
          <w:spacing w:val="-3"/>
          <w:sz w:val="20"/>
          <w:szCs w:val="20"/>
        </w:rPr>
        <w:t>MARGEN DE EXPLOTACIÓN Y COMERCIALIZACIÓN</w:t>
      </w:r>
      <w:r w:rsidR="00F838BA">
        <w:rPr>
          <w:rFonts w:ascii="Tahoma" w:hAnsi="Tahoma" w:cs="Tahoma"/>
          <w:color w:val="auto"/>
          <w:spacing w:val="-3"/>
          <w:sz w:val="20"/>
          <w:szCs w:val="20"/>
        </w:rPr>
        <w:t>____________________</w:t>
      </w:r>
      <w:proofErr w:type="gramStart"/>
      <w:r w:rsidRPr="00172270">
        <w:rPr>
          <w:rFonts w:ascii="Tahoma" w:hAnsi="Tahoma" w:cs="Tahoma"/>
          <w:color w:val="auto"/>
          <w:spacing w:val="-3"/>
          <w:sz w:val="20"/>
          <w:szCs w:val="20"/>
        </w:rPr>
        <w:t>.€</w:t>
      </w:r>
      <w:proofErr w:type="gramEnd"/>
      <w:r w:rsidRPr="00172270">
        <w:rPr>
          <w:rFonts w:ascii="Tahoma" w:hAnsi="Tahoma" w:cs="Tahoma"/>
          <w:color w:val="auto"/>
          <w:spacing w:val="-3"/>
          <w:sz w:val="20"/>
          <w:szCs w:val="20"/>
        </w:rPr>
        <w:t>/litro</w:t>
      </w:r>
    </w:p>
    <w:p w:rsidR="00416EA7" w:rsidRDefault="00416EA7" w:rsidP="00416EA7">
      <w:pPr>
        <w:jc w:val="both"/>
        <w:rPr>
          <w:rFonts w:ascii="Tahoma" w:hAnsi="Tahoma" w:cs="Tahoma"/>
          <w:snapToGrid w:val="0"/>
          <w:color w:val="000000"/>
        </w:rPr>
      </w:pPr>
    </w:p>
    <w:p w:rsidR="00721F03" w:rsidRDefault="00721F03" w:rsidP="00721F03">
      <w:pPr>
        <w:jc w:val="both"/>
        <w:rPr>
          <w:rFonts w:ascii="Tahoma" w:hAnsi="Tahoma" w:cs="Tahoma"/>
          <w:snapToGrid w:val="0"/>
          <w:color w:val="000000"/>
        </w:rPr>
      </w:pPr>
    </w:p>
    <w:p w:rsidR="00721F03" w:rsidRDefault="00721F03" w:rsidP="00721F03">
      <w:pPr>
        <w:jc w:val="both"/>
        <w:rPr>
          <w:rFonts w:ascii="Tahoma" w:hAnsi="Tahoma" w:cs="Tahoma"/>
          <w:snapToGrid w:val="0"/>
          <w:color w:val="000000"/>
        </w:rPr>
      </w:pPr>
    </w:p>
    <w:p w:rsidR="00190E5F" w:rsidRPr="009A5574" w:rsidRDefault="00190E5F" w:rsidP="00D01DC7">
      <w:pPr>
        <w:tabs>
          <w:tab w:val="left" w:pos="-720"/>
        </w:tabs>
        <w:ind w:left="-12" w:right="-1"/>
        <w:jc w:val="both"/>
        <w:rPr>
          <w:rFonts w:ascii="Tahoma" w:hAnsi="Tahoma" w:cs="Tahoma"/>
          <w:spacing w:val="-3"/>
        </w:rPr>
      </w:pPr>
    </w:p>
    <w:p w:rsidR="00DC65DA" w:rsidRPr="009A5574" w:rsidRDefault="00DC65DA" w:rsidP="00D01DC7">
      <w:pPr>
        <w:jc w:val="center"/>
        <w:rPr>
          <w:rFonts w:ascii="Tahoma" w:hAnsi="Tahoma" w:cs="Tahoma"/>
          <w:snapToGrid w:val="0"/>
        </w:rPr>
      </w:pPr>
      <w:r w:rsidRPr="009A5574">
        <w:rPr>
          <w:rFonts w:ascii="Tahoma" w:hAnsi="Tahoma" w:cs="Tahoma"/>
          <w:snapToGrid w:val="0"/>
        </w:rPr>
        <w:t>(Lug</w:t>
      </w:r>
      <w:r w:rsidR="00190E5F" w:rsidRPr="009A5574">
        <w:rPr>
          <w:rFonts w:ascii="Tahoma" w:hAnsi="Tahoma" w:cs="Tahoma"/>
          <w:snapToGrid w:val="0"/>
        </w:rPr>
        <w:t>ar, fecha y firma de licitador)</w:t>
      </w:r>
    </w:p>
    <w:p w:rsidR="00DC65DA" w:rsidRPr="00C84843" w:rsidRDefault="00DC65DA" w:rsidP="00D01DC7">
      <w:pPr>
        <w:jc w:val="center"/>
        <w:rPr>
          <w:rFonts w:ascii="Tahoma" w:hAnsi="Tahoma" w:cs="Tahoma"/>
          <w:snapToGrid w:val="0"/>
        </w:rPr>
      </w:pPr>
      <w:r w:rsidRPr="009A5574">
        <w:rPr>
          <w:rFonts w:ascii="Tahoma" w:hAnsi="Tahoma" w:cs="Tahoma"/>
          <w:snapToGrid w:val="0"/>
        </w:rPr>
        <w:t xml:space="preserve">______________, a _____ de _______________ </w:t>
      </w:r>
      <w:r w:rsidRPr="00D95A50">
        <w:rPr>
          <w:rFonts w:ascii="Tahoma" w:hAnsi="Tahoma" w:cs="Tahoma"/>
          <w:snapToGrid w:val="0"/>
        </w:rPr>
        <w:t xml:space="preserve">de </w:t>
      </w:r>
      <w:r w:rsidR="00581F3D" w:rsidRPr="00C84843">
        <w:rPr>
          <w:rFonts w:ascii="Tahoma" w:hAnsi="Tahoma" w:cs="Tahoma"/>
          <w:snapToGrid w:val="0"/>
        </w:rPr>
        <w:t>2024</w:t>
      </w:r>
      <w:r w:rsidRPr="00C84843">
        <w:rPr>
          <w:rFonts w:ascii="Tahoma" w:hAnsi="Tahoma" w:cs="Tahoma"/>
          <w:snapToGrid w:val="0"/>
        </w:rPr>
        <w:t>.</w:t>
      </w:r>
    </w:p>
    <w:p w:rsidR="00650099" w:rsidRPr="009A5574" w:rsidRDefault="00650099" w:rsidP="00D01DC7">
      <w:pPr>
        <w:pStyle w:val="Ttulo1"/>
        <w:ind w:firstLine="0"/>
        <w:jc w:val="both"/>
        <w:rPr>
          <w:rFonts w:ascii="Tahoma" w:hAnsi="Tahoma" w:cs="Tahoma"/>
          <w:sz w:val="20"/>
        </w:rPr>
      </w:pPr>
    </w:p>
    <w:p w:rsidR="004D46BE" w:rsidRPr="00A00F75" w:rsidRDefault="004D46BE" w:rsidP="006C13B1">
      <w:pPr>
        <w:pStyle w:val="Ttulo1"/>
        <w:ind w:firstLine="0"/>
        <w:jc w:val="both"/>
        <w:rPr>
          <w:rFonts w:ascii="Tahoma" w:eastAsia="Calibri" w:hAnsi="Tahoma" w:cs="Tahoma"/>
          <w:i/>
          <w:sz w:val="18"/>
          <w:szCs w:val="18"/>
        </w:rPr>
      </w:pPr>
    </w:p>
    <w:sectPr w:rsidR="004D46BE" w:rsidRPr="00A00F75" w:rsidSect="009F1207">
      <w:headerReference w:type="default" r:id="rId8"/>
      <w:pgSz w:w="11906" w:h="16838" w:code="9"/>
      <w:pgMar w:top="1417" w:right="1701" w:bottom="1417" w:left="1701" w:header="1418" w:footer="158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B4738" w:rsidRDefault="004B4738" w:rsidP="00CB3110">
      <w:r>
        <w:separator/>
      </w:r>
    </w:p>
  </w:endnote>
  <w:endnote w:type="continuationSeparator" w:id="0">
    <w:p w:rsidR="004B4738" w:rsidRDefault="004B4738" w:rsidP="00CB311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buntu">
    <w:panose1 w:val="020B0504030602030204"/>
    <w:charset w:val="00"/>
    <w:family w:val="swiss"/>
    <w:pitch w:val="variable"/>
    <w:sig w:usb0="E00002FF" w:usb1="5000205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imes-New-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EU Albertina">
    <w:altName w:val="EU Albertin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B4738" w:rsidRDefault="004B4738" w:rsidP="00CB3110">
      <w:r>
        <w:separator/>
      </w:r>
    </w:p>
  </w:footnote>
  <w:footnote w:type="continuationSeparator" w:id="0">
    <w:p w:rsidR="004B4738" w:rsidRDefault="004B4738" w:rsidP="00CB311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6421" w:rsidRDefault="00776421">
    <w:pPr>
      <w:pStyle w:val="Encabezado"/>
    </w:pPr>
    <w:r w:rsidRPr="00B3402F">
      <w:rPr>
        <w:noProof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-396350</wp:posOffset>
          </wp:positionH>
          <wp:positionV relativeFrom="paragraph">
            <wp:posOffset>-550572</wp:posOffset>
          </wp:positionV>
          <wp:extent cx="1979598" cy="723569"/>
          <wp:effectExtent l="19050" t="0" r="1602" b="0"/>
          <wp:wrapNone/>
          <wp:docPr id="1" name="Imagen 3" descr="imagotipo_ayto_avil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imagotipo_ayto_avila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79598" cy="723569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9432BCCC"/>
    <w:lvl w:ilvl="0">
      <w:start w:val="1"/>
      <w:numFmt w:val="bullet"/>
      <w:pStyle w:val="Listaconvieta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25D54A5"/>
    <w:multiLevelType w:val="hybridMultilevel"/>
    <w:tmpl w:val="AFE200CC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0696566F"/>
    <w:multiLevelType w:val="hybridMultilevel"/>
    <w:tmpl w:val="155A6636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096855"/>
    <w:multiLevelType w:val="hybridMultilevel"/>
    <w:tmpl w:val="2C02BCF6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85F5D16"/>
    <w:multiLevelType w:val="hybridMultilevel"/>
    <w:tmpl w:val="BD14271E"/>
    <w:lvl w:ilvl="0" w:tplc="0C0A000F">
      <w:start w:val="1"/>
      <w:numFmt w:val="decimal"/>
      <w:lvlText w:val="%1."/>
      <w:lvlJc w:val="left"/>
      <w:pPr>
        <w:ind w:left="1441" w:hanging="360"/>
      </w:pPr>
    </w:lvl>
    <w:lvl w:ilvl="1" w:tplc="0C0A0019" w:tentative="1">
      <w:start w:val="1"/>
      <w:numFmt w:val="lowerLetter"/>
      <w:lvlText w:val="%2."/>
      <w:lvlJc w:val="left"/>
      <w:pPr>
        <w:ind w:left="2161" w:hanging="360"/>
      </w:pPr>
    </w:lvl>
    <w:lvl w:ilvl="2" w:tplc="0C0A001B" w:tentative="1">
      <w:start w:val="1"/>
      <w:numFmt w:val="lowerRoman"/>
      <w:lvlText w:val="%3."/>
      <w:lvlJc w:val="right"/>
      <w:pPr>
        <w:ind w:left="2881" w:hanging="180"/>
      </w:pPr>
    </w:lvl>
    <w:lvl w:ilvl="3" w:tplc="0C0A000F" w:tentative="1">
      <w:start w:val="1"/>
      <w:numFmt w:val="decimal"/>
      <w:lvlText w:val="%4."/>
      <w:lvlJc w:val="left"/>
      <w:pPr>
        <w:ind w:left="3601" w:hanging="360"/>
      </w:pPr>
    </w:lvl>
    <w:lvl w:ilvl="4" w:tplc="0C0A0019" w:tentative="1">
      <w:start w:val="1"/>
      <w:numFmt w:val="lowerLetter"/>
      <w:lvlText w:val="%5."/>
      <w:lvlJc w:val="left"/>
      <w:pPr>
        <w:ind w:left="4321" w:hanging="360"/>
      </w:pPr>
    </w:lvl>
    <w:lvl w:ilvl="5" w:tplc="0C0A001B" w:tentative="1">
      <w:start w:val="1"/>
      <w:numFmt w:val="lowerRoman"/>
      <w:lvlText w:val="%6."/>
      <w:lvlJc w:val="right"/>
      <w:pPr>
        <w:ind w:left="5041" w:hanging="180"/>
      </w:pPr>
    </w:lvl>
    <w:lvl w:ilvl="6" w:tplc="0C0A000F" w:tentative="1">
      <w:start w:val="1"/>
      <w:numFmt w:val="decimal"/>
      <w:lvlText w:val="%7."/>
      <w:lvlJc w:val="left"/>
      <w:pPr>
        <w:ind w:left="5761" w:hanging="360"/>
      </w:pPr>
    </w:lvl>
    <w:lvl w:ilvl="7" w:tplc="0C0A0019" w:tentative="1">
      <w:start w:val="1"/>
      <w:numFmt w:val="lowerLetter"/>
      <w:lvlText w:val="%8."/>
      <w:lvlJc w:val="left"/>
      <w:pPr>
        <w:ind w:left="6481" w:hanging="360"/>
      </w:pPr>
    </w:lvl>
    <w:lvl w:ilvl="8" w:tplc="0C0A001B" w:tentative="1">
      <w:start w:val="1"/>
      <w:numFmt w:val="lowerRoman"/>
      <w:lvlText w:val="%9."/>
      <w:lvlJc w:val="right"/>
      <w:pPr>
        <w:ind w:left="7201" w:hanging="180"/>
      </w:pPr>
    </w:lvl>
  </w:abstractNum>
  <w:abstractNum w:abstractNumId="5">
    <w:nsid w:val="088041D8"/>
    <w:multiLevelType w:val="hybridMultilevel"/>
    <w:tmpl w:val="608A0D54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A51017B"/>
    <w:multiLevelType w:val="hybridMultilevel"/>
    <w:tmpl w:val="03BC9CC0"/>
    <w:lvl w:ilvl="0" w:tplc="EC6C9EF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color w:val="auto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0CD0328D"/>
    <w:multiLevelType w:val="multilevel"/>
    <w:tmpl w:val="2632A3BC"/>
    <w:lvl w:ilvl="0">
      <w:start w:val="3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0D007AC1"/>
    <w:multiLevelType w:val="hybridMultilevel"/>
    <w:tmpl w:val="4282CE72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>
    <w:nsid w:val="136C5174"/>
    <w:multiLevelType w:val="hybridMultilevel"/>
    <w:tmpl w:val="24BA6472"/>
    <w:lvl w:ilvl="0" w:tplc="0C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8F703A5"/>
    <w:multiLevelType w:val="hybridMultilevel"/>
    <w:tmpl w:val="F47CEEE8"/>
    <w:lvl w:ilvl="0" w:tplc="A78AD6E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9B03064"/>
    <w:multiLevelType w:val="hybridMultilevel"/>
    <w:tmpl w:val="46D84364"/>
    <w:lvl w:ilvl="0" w:tplc="A78AD6E8">
      <w:start w:val="1"/>
      <w:numFmt w:val="bullet"/>
      <w:lvlText w:val=""/>
      <w:lvlJc w:val="left"/>
      <w:pPr>
        <w:ind w:left="93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12">
    <w:nsid w:val="1A59000C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3">
    <w:nsid w:val="1A740B1C"/>
    <w:multiLevelType w:val="hybridMultilevel"/>
    <w:tmpl w:val="A9C0B9D6"/>
    <w:lvl w:ilvl="0" w:tplc="0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>
    <w:nsid w:val="1AFA1293"/>
    <w:multiLevelType w:val="hybridMultilevel"/>
    <w:tmpl w:val="AB78B8F6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1E80572"/>
    <w:multiLevelType w:val="hybridMultilevel"/>
    <w:tmpl w:val="2B7C84FC"/>
    <w:styleLink w:val="Estiloimportado4"/>
    <w:lvl w:ilvl="0" w:tplc="269A67A8">
      <w:start w:val="1"/>
      <w:numFmt w:val="bullet"/>
      <w:lvlText w:val="•"/>
      <w:lvlJc w:val="left"/>
      <w:pPr>
        <w:tabs>
          <w:tab w:val="num" w:pos="1416"/>
        </w:tabs>
        <w:ind w:left="1428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FF88FF8">
      <w:start w:val="1"/>
      <w:numFmt w:val="bullet"/>
      <w:lvlText w:val="o"/>
      <w:lvlJc w:val="left"/>
      <w:pPr>
        <w:tabs>
          <w:tab w:val="num" w:pos="2124"/>
        </w:tabs>
        <w:ind w:left="2136" w:hanging="348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8BCDD0A">
      <w:start w:val="1"/>
      <w:numFmt w:val="bullet"/>
      <w:lvlText w:val="▪"/>
      <w:lvlJc w:val="left"/>
      <w:pPr>
        <w:tabs>
          <w:tab w:val="num" w:pos="2832"/>
        </w:tabs>
        <w:ind w:left="2844" w:hanging="33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A56A134">
      <w:start w:val="1"/>
      <w:numFmt w:val="bullet"/>
      <w:lvlText w:val="•"/>
      <w:lvlJc w:val="left"/>
      <w:pPr>
        <w:tabs>
          <w:tab w:val="num" w:pos="3540"/>
        </w:tabs>
        <w:ind w:left="3552" w:hanging="32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2200620">
      <w:start w:val="1"/>
      <w:numFmt w:val="bullet"/>
      <w:lvlText w:val="o"/>
      <w:lvlJc w:val="left"/>
      <w:pPr>
        <w:tabs>
          <w:tab w:val="num" w:pos="4248"/>
        </w:tabs>
        <w:ind w:left="4260" w:hanging="31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D74DA4A">
      <w:start w:val="1"/>
      <w:numFmt w:val="bullet"/>
      <w:lvlText w:val="▪"/>
      <w:lvlJc w:val="left"/>
      <w:pPr>
        <w:tabs>
          <w:tab w:val="num" w:pos="4956"/>
        </w:tabs>
        <w:ind w:left="4968" w:hanging="30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00C4EA6">
      <w:start w:val="1"/>
      <w:numFmt w:val="bullet"/>
      <w:lvlText w:val="•"/>
      <w:lvlJc w:val="left"/>
      <w:pPr>
        <w:tabs>
          <w:tab w:val="num" w:pos="5664"/>
        </w:tabs>
        <w:ind w:left="5676" w:hanging="288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5CA8D78">
      <w:start w:val="1"/>
      <w:numFmt w:val="bullet"/>
      <w:lvlText w:val="o"/>
      <w:lvlJc w:val="left"/>
      <w:pPr>
        <w:tabs>
          <w:tab w:val="num" w:pos="6372"/>
        </w:tabs>
        <w:ind w:left="6384" w:hanging="27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C6646424">
      <w:start w:val="1"/>
      <w:numFmt w:val="bullet"/>
      <w:lvlText w:val="▪"/>
      <w:lvlJc w:val="left"/>
      <w:pPr>
        <w:tabs>
          <w:tab w:val="num" w:pos="7080"/>
        </w:tabs>
        <w:ind w:left="7092" w:hanging="26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6">
    <w:nsid w:val="2307740B"/>
    <w:multiLevelType w:val="multilevel"/>
    <w:tmpl w:val="221AA11A"/>
    <w:styleLink w:val="LFO3"/>
    <w:lvl w:ilvl="0">
      <w:numFmt w:val="bullet"/>
      <w:lvlText w:val="-"/>
      <w:lvlJc w:val="left"/>
      <w:pPr>
        <w:ind w:left="1065" w:hanging="360"/>
      </w:pPr>
      <w:rPr>
        <w:rFonts w:ascii="Times New Roman" w:hAnsi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7">
    <w:nsid w:val="28F15DC7"/>
    <w:multiLevelType w:val="hybridMultilevel"/>
    <w:tmpl w:val="B24A40DE"/>
    <w:styleLink w:val="Estiloimportado5"/>
    <w:lvl w:ilvl="0" w:tplc="E5987DD2">
      <w:start w:val="1"/>
      <w:numFmt w:val="bullet"/>
      <w:lvlText w:val="•"/>
      <w:lvlJc w:val="left"/>
      <w:pPr>
        <w:tabs>
          <w:tab w:val="num" w:pos="1416"/>
        </w:tabs>
        <w:ind w:left="1428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E544ACA">
      <w:start w:val="1"/>
      <w:numFmt w:val="bullet"/>
      <w:lvlText w:val="o"/>
      <w:lvlJc w:val="left"/>
      <w:pPr>
        <w:tabs>
          <w:tab w:val="num" w:pos="2124"/>
        </w:tabs>
        <w:ind w:left="2136" w:hanging="348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49CEDB6">
      <w:start w:val="1"/>
      <w:numFmt w:val="bullet"/>
      <w:lvlText w:val="▪"/>
      <w:lvlJc w:val="left"/>
      <w:pPr>
        <w:tabs>
          <w:tab w:val="num" w:pos="2832"/>
        </w:tabs>
        <w:ind w:left="2844" w:hanging="33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CFAB76C">
      <w:start w:val="1"/>
      <w:numFmt w:val="bullet"/>
      <w:lvlText w:val="•"/>
      <w:lvlJc w:val="left"/>
      <w:pPr>
        <w:tabs>
          <w:tab w:val="num" w:pos="3540"/>
        </w:tabs>
        <w:ind w:left="3552" w:hanging="32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5E0262C">
      <w:start w:val="1"/>
      <w:numFmt w:val="bullet"/>
      <w:lvlText w:val="o"/>
      <w:lvlJc w:val="left"/>
      <w:pPr>
        <w:tabs>
          <w:tab w:val="num" w:pos="4248"/>
        </w:tabs>
        <w:ind w:left="4260" w:hanging="31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A68AE2C">
      <w:start w:val="1"/>
      <w:numFmt w:val="bullet"/>
      <w:lvlText w:val="▪"/>
      <w:lvlJc w:val="left"/>
      <w:pPr>
        <w:tabs>
          <w:tab w:val="num" w:pos="4956"/>
        </w:tabs>
        <w:ind w:left="4968" w:hanging="30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B0AC412">
      <w:start w:val="1"/>
      <w:numFmt w:val="bullet"/>
      <w:lvlText w:val="•"/>
      <w:lvlJc w:val="left"/>
      <w:pPr>
        <w:tabs>
          <w:tab w:val="num" w:pos="5664"/>
        </w:tabs>
        <w:ind w:left="5676" w:hanging="288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8CE84122">
      <w:start w:val="1"/>
      <w:numFmt w:val="bullet"/>
      <w:lvlText w:val="o"/>
      <w:lvlJc w:val="left"/>
      <w:pPr>
        <w:tabs>
          <w:tab w:val="num" w:pos="6372"/>
        </w:tabs>
        <w:ind w:left="6384" w:hanging="27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AD01954">
      <w:start w:val="1"/>
      <w:numFmt w:val="bullet"/>
      <w:lvlText w:val="▪"/>
      <w:lvlJc w:val="left"/>
      <w:pPr>
        <w:tabs>
          <w:tab w:val="num" w:pos="7080"/>
        </w:tabs>
        <w:ind w:left="7092" w:hanging="26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8">
    <w:nsid w:val="2B7B58D6"/>
    <w:multiLevelType w:val="hybridMultilevel"/>
    <w:tmpl w:val="935470C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C451679"/>
    <w:multiLevelType w:val="hybridMultilevel"/>
    <w:tmpl w:val="12A24472"/>
    <w:lvl w:ilvl="0" w:tplc="A78AD6E8">
      <w:start w:val="1"/>
      <w:numFmt w:val="bullet"/>
      <w:lvlText w:val=""/>
      <w:lvlJc w:val="left"/>
      <w:pPr>
        <w:ind w:left="57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29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01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73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45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17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89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61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330" w:hanging="360"/>
      </w:pPr>
      <w:rPr>
        <w:rFonts w:ascii="Wingdings" w:hAnsi="Wingdings" w:hint="default"/>
      </w:rPr>
    </w:lvl>
  </w:abstractNum>
  <w:abstractNum w:abstractNumId="20">
    <w:nsid w:val="2C5B5C6C"/>
    <w:multiLevelType w:val="hybridMultilevel"/>
    <w:tmpl w:val="C584FFC0"/>
    <w:lvl w:ilvl="0" w:tplc="0C0A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334E7592"/>
    <w:multiLevelType w:val="hybridMultilevel"/>
    <w:tmpl w:val="4F40A956"/>
    <w:lvl w:ilvl="0" w:tplc="A78AD6E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54F61E2"/>
    <w:multiLevelType w:val="hybridMultilevel"/>
    <w:tmpl w:val="FDE28DF0"/>
    <w:lvl w:ilvl="0" w:tplc="4BB0EFE0">
      <w:start w:val="1"/>
      <w:numFmt w:val="decimal"/>
      <w:lvlText w:val="%1."/>
      <w:lvlJc w:val="lef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59126E8"/>
    <w:multiLevelType w:val="hybridMultilevel"/>
    <w:tmpl w:val="BC92A368"/>
    <w:lvl w:ilvl="0" w:tplc="0C0A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3C194F26"/>
    <w:multiLevelType w:val="hybridMultilevel"/>
    <w:tmpl w:val="FBBC01E8"/>
    <w:lvl w:ilvl="0" w:tplc="B1105E3E">
      <w:start w:val="1"/>
      <w:numFmt w:val="upperLetter"/>
      <w:lvlText w:val="%1."/>
      <w:lvlJc w:val="left"/>
      <w:pPr>
        <w:ind w:left="4330" w:hanging="360"/>
      </w:pPr>
      <w:rPr>
        <w:sz w:val="24"/>
        <w:szCs w:val="24"/>
      </w:rPr>
    </w:lvl>
    <w:lvl w:ilvl="1" w:tplc="9A6E1114">
      <w:start w:val="1"/>
      <w:numFmt w:val="upperRoman"/>
      <w:lvlText w:val="%2-"/>
      <w:lvlJc w:val="left"/>
      <w:pPr>
        <w:ind w:left="1800" w:hanging="720"/>
      </w:pPr>
      <w:rPr>
        <w:rFonts w:hint="default"/>
        <w:u w:val="single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F531795"/>
    <w:multiLevelType w:val="hybridMultilevel"/>
    <w:tmpl w:val="DDF459E8"/>
    <w:lvl w:ilvl="0" w:tplc="0C0A0013">
      <w:start w:val="1"/>
      <w:numFmt w:val="upperRoman"/>
      <w:lvlText w:val="%1."/>
      <w:lvlJc w:val="right"/>
      <w:pPr>
        <w:ind w:left="1077" w:hanging="360"/>
      </w:pPr>
    </w:lvl>
    <w:lvl w:ilvl="1" w:tplc="AD58B22E">
      <w:start w:val="1"/>
      <w:numFmt w:val="decimal"/>
      <w:lvlText w:val="%2."/>
      <w:lvlJc w:val="left"/>
      <w:pPr>
        <w:ind w:left="1797" w:hanging="360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ind w:left="2517" w:hanging="180"/>
      </w:pPr>
    </w:lvl>
    <w:lvl w:ilvl="3" w:tplc="0C0A000F" w:tentative="1">
      <w:start w:val="1"/>
      <w:numFmt w:val="decimal"/>
      <w:lvlText w:val="%4."/>
      <w:lvlJc w:val="left"/>
      <w:pPr>
        <w:ind w:left="3237" w:hanging="360"/>
      </w:pPr>
    </w:lvl>
    <w:lvl w:ilvl="4" w:tplc="0C0A0019" w:tentative="1">
      <w:start w:val="1"/>
      <w:numFmt w:val="lowerLetter"/>
      <w:lvlText w:val="%5."/>
      <w:lvlJc w:val="left"/>
      <w:pPr>
        <w:ind w:left="3957" w:hanging="360"/>
      </w:pPr>
    </w:lvl>
    <w:lvl w:ilvl="5" w:tplc="0C0A001B" w:tentative="1">
      <w:start w:val="1"/>
      <w:numFmt w:val="lowerRoman"/>
      <w:lvlText w:val="%6."/>
      <w:lvlJc w:val="right"/>
      <w:pPr>
        <w:ind w:left="4677" w:hanging="180"/>
      </w:pPr>
    </w:lvl>
    <w:lvl w:ilvl="6" w:tplc="0C0A000F" w:tentative="1">
      <w:start w:val="1"/>
      <w:numFmt w:val="decimal"/>
      <w:lvlText w:val="%7."/>
      <w:lvlJc w:val="left"/>
      <w:pPr>
        <w:ind w:left="5397" w:hanging="360"/>
      </w:pPr>
    </w:lvl>
    <w:lvl w:ilvl="7" w:tplc="0C0A0019" w:tentative="1">
      <w:start w:val="1"/>
      <w:numFmt w:val="lowerLetter"/>
      <w:lvlText w:val="%8."/>
      <w:lvlJc w:val="left"/>
      <w:pPr>
        <w:ind w:left="6117" w:hanging="360"/>
      </w:pPr>
    </w:lvl>
    <w:lvl w:ilvl="8" w:tplc="0C0A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6">
    <w:nsid w:val="45093224"/>
    <w:multiLevelType w:val="hybridMultilevel"/>
    <w:tmpl w:val="9C806092"/>
    <w:lvl w:ilvl="0" w:tplc="A78AD6E8">
      <w:start w:val="1"/>
      <w:numFmt w:val="bullet"/>
      <w:lvlText w:val=""/>
      <w:lvlJc w:val="left"/>
      <w:pPr>
        <w:ind w:left="92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7">
    <w:nsid w:val="497971EB"/>
    <w:multiLevelType w:val="hybridMultilevel"/>
    <w:tmpl w:val="64D4A626"/>
    <w:lvl w:ilvl="0" w:tplc="0C0A0005">
      <w:start w:val="1"/>
      <w:numFmt w:val="bullet"/>
      <w:lvlText w:val=""/>
      <w:lvlJc w:val="left"/>
      <w:pPr>
        <w:tabs>
          <w:tab w:val="num" w:pos="8015"/>
        </w:tabs>
        <w:ind w:left="8015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4E8F772E"/>
    <w:multiLevelType w:val="hybridMultilevel"/>
    <w:tmpl w:val="DEAAE2C0"/>
    <w:lvl w:ilvl="0" w:tplc="A78AD6E8">
      <w:start w:val="1"/>
      <w:numFmt w:val="bullet"/>
      <w:lvlText w:val=""/>
      <w:lvlJc w:val="left"/>
      <w:pPr>
        <w:ind w:left="1003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29">
    <w:nsid w:val="4E9501B7"/>
    <w:multiLevelType w:val="singleLevel"/>
    <w:tmpl w:val="594C0CC6"/>
    <w:lvl w:ilvl="0">
      <w:start w:val="3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hAnsi="Times New Roman" w:hint="default"/>
      </w:rPr>
    </w:lvl>
  </w:abstractNum>
  <w:abstractNum w:abstractNumId="30">
    <w:nsid w:val="4F6F148D"/>
    <w:multiLevelType w:val="hybridMultilevel"/>
    <w:tmpl w:val="51E65B1C"/>
    <w:lvl w:ilvl="0" w:tplc="A78AD6E8">
      <w:start w:val="1"/>
      <w:numFmt w:val="bullet"/>
      <w:lvlText w:val=""/>
      <w:lvlJc w:val="left"/>
      <w:pPr>
        <w:ind w:left="106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1">
    <w:nsid w:val="517E24C6"/>
    <w:multiLevelType w:val="hybridMultilevel"/>
    <w:tmpl w:val="EF52DF0E"/>
    <w:styleLink w:val="Estiloimportado3"/>
    <w:lvl w:ilvl="0" w:tplc="B7FE33C2">
      <w:start w:val="1"/>
      <w:numFmt w:val="bullet"/>
      <w:lvlText w:val="•"/>
      <w:lvlJc w:val="left"/>
      <w:pPr>
        <w:tabs>
          <w:tab w:val="num" w:pos="1416"/>
        </w:tabs>
        <w:ind w:left="1428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A0C4EDE">
      <w:start w:val="1"/>
      <w:numFmt w:val="bullet"/>
      <w:lvlText w:val="o"/>
      <w:lvlJc w:val="left"/>
      <w:pPr>
        <w:tabs>
          <w:tab w:val="num" w:pos="2124"/>
        </w:tabs>
        <w:ind w:left="2136" w:hanging="348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285A4EFA">
      <w:start w:val="1"/>
      <w:numFmt w:val="bullet"/>
      <w:lvlText w:val="▪"/>
      <w:lvlJc w:val="left"/>
      <w:pPr>
        <w:tabs>
          <w:tab w:val="num" w:pos="2832"/>
        </w:tabs>
        <w:ind w:left="2844" w:hanging="33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554478DE">
      <w:start w:val="1"/>
      <w:numFmt w:val="bullet"/>
      <w:lvlText w:val="•"/>
      <w:lvlJc w:val="left"/>
      <w:pPr>
        <w:tabs>
          <w:tab w:val="num" w:pos="3540"/>
        </w:tabs>
        <w:ind w:left="3552" w:hanging="32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DB46E62">
      <w:start w:val="1"/>
      <w:numFmt w:val="bullet"/>
      <w:lvlText w:val="o"/>
      <w:lvlJc w:val="left"/>
      <w:pPr>
        <w:tabs>
          <w:tab w:val="num" w:pos="4248"/>
        </w:tabs>
        <w:ind w:left="4260" w:hanging="31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FDE058E">
      <w:start w:val="1"/>
      <w:numFmt w:val="bullet"/>
      <w:lvlText w:val="▪"/>
      <w:lvlJc w:val="left"/>
      <w:pPr>
        <w:tabs>
          <w:tab w:val="num" w:pos="4956"/>
        </w:tabs>
        <w:ind w:left="4968" w:hanging="30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A0A98C2">
      <w:start w:val="1"/>
      <w:numFmt w:val="bullet"/>
      <w:lvlText w:val="•"/>
      <w:lvlJc w:val="left"/>
      <w:pPr>
        <w:tabs>
          <w:tab w:val="num" w:pos="5664"/>
        </w:tabs>
        <w:ind w:left="5676" w:hanging="288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E366D5A">
      <w:start w:val="1"/>
      <w:numFmt w:val="bullet"/>
      <w:lvlText w:val="o"/>
      <w:lvlJc w:val="left"/>
      <w:pPr>
        <w:tabs>
          <w:tab w:val="num" w:pos="6372"/>
        </w:tabs>
        <w:ind w:left="6384" w:hanging="27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152C75E">
      <w:start w:val="1"/>
      <w:numFmt w:val="bullet"/>
      <w:lvlText w:val="▪"/>
      <w:lvlJc w:val="left"/>
      <w:pPr>
        <w:tabs>
          <w:tab w:val="num" w:pos="7080"/>
        </w:tabs>
        <w:ind w:left="7092" w:hanging="26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2">
    <w:nsid w:val="532C7301"/>
    <w:multiLevelType w:val="hybridMultilevel"/>
    <w:tmpl w:val="8020B548"/>
    <w:lvl w:ilvl="0" w:tplc="A78AD6E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49E6A10"/>
    <w:multiLevelType w:val="hybridMultilevel"/>
    <w:tmpl w:val="51D01BD2"/>
    <w:styleLink w:val="Estiloimportado1"/>
    <w:lvl w:ilvl="0" w:tplc="9CBED614">
      <w:start w:val="1"/>
      <w:numFmt w:val="bullet"/>
      <w:lvlText w:val="•"/>
      <w:lvlJc w:val="left"/>
      <w:pPr>
        <w:ind w:left="1424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DB6D46E">
      <w:start w:val="1"/>
      <w:numFmt w:val="bullet"/>
      <w:lvlText w:val="o"/>
      <w:lvlJc w:val="left"/>
      <w:pPr>
        <w:ind w:left="2132" w:hanging="348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2DDA4AA6">
      <w:start w:val="1"/>
      <w:numFmt w:val="bullet"/>
      <w:lvlText w:val="▪"/>
      <w:lvlJc w:val="left"/>
      <w:pPr>
        <w:ind w:left="2840" w:hanging="33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5338FFB6">
      <w:start w:val="1"/>
      <w:numFmt w:val="bullet"/>
      <w:lvlText w:val="•"/>
      <w:lvlJc w:val="left"/>
      <w:pPr>
        <w:ind w:left="3548" w:hanging="32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9B4E8CCC">
      <w:start w:val="1"/>
      <w:numFmt w:val="bullet"/>
      <w:lvlText w:val="o"/>
      <w:lvlJc w:val="left"/>
      <w:pPr>
        <w:ind w:left="4256" w:hanging="31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E0C8E88E">
      <w:start w:val="1"/>
      <w:numFmt w:val="bullet"/>
      <w:lvlText w:val="▪"/>
      <w:lvlJc w:val="left"/>
      <w:pPr>
        <w:ind w:left="4964" w:hanging="30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E98D41A">
      <w:start w:val="1"/>
      <w:numFmt w:val="bullet"/>
      <w:lvlText w:val="•"/>
      <w:lvlJc w:val="left"/>
      <w:pPr>
        <w:ind w:left="5672" w:hanging="288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95DEE186">
      <w:start w:val="1"/>
      <w:numFmt w:val="bullet"/>
      <w:lvlText w:val="o"/>
      <w:lvlJc w:val="left"/>
      <w:pPr>
        <w:ind w:left="6380" w:hanging="27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54EEF40">
      <w:start w:val="1"/>
      <w:numFmt w:val="bullet"/>
      <w:lvlText w:val="▪"/>
      <w:lvlJc w:val="left"/>
      <w:pPr>
        <w:ind w:left="7088" w:hanging="26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4">
    <w:nsid w:val="5DBC3FC0"/>
    <w:multiLevelType w:val="hybridMultilevel"/>
    <w:tmpl w:val="8DE4C56E"/>
    <w:lvl w:ilvl="0" w:tplc="05DC1ACC">
      <w:numFmt w:val="bullet"/>
      <w:lvlText w:val="-"/>
      <w:lvlJc w:val="left"/>
      <w:pPr>
        <w:ind w:left="1440" w:hanging="360"/>
      </w:pPr>
      <w:rPr>
        <w:rFonts w:ascii="Tahoma" w:eastAsia="Times New Roman" w:hAnsi="Tahoma" w:cs="Tahoma" w:hint="default"/>
        <w:b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>
    <w:nsid w:val="658E4230"/>
    <w:multiLevelType w:val="hybridMultilevel"/>
    <w:tmpl w:val="1DEE77BC"/>
    <w:lvl w:ilvl="0" w:tplc="D416E064">
      <w:start w:val="1"/>
      <w:numFmt w:val="decimal"/>
      <w:lvlText w:val="%1."/>
      <w:lvlJc w:val="left"/>
      <w:pPr>
        <w:ind w:left="1353" w:hanging="360"/>
      </w:pPr>
      <w:rPr>
        <w:color w:val="auto"/>
        <w:sz w:val="20"/>
        <w:szCs w:val="20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7880AE1"/>
    <w:multiLevelType w:val="hybridMultilevel"/>
    <w:tmpl w:val="976EDFEA"/>
    <w:lvl w:ilvl="0" w:tplc="A8D22D7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8E272FF"/>
    <w:multiLevelType w:val="hybridMultilevel"/>
    <w:tmpl w:val="CC86ECCE"/>
    <w:lvl w:ilvl="0" w:tplc="7AB25D88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9B906942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706AF52A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E8023BFA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307C6622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C2303004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9A9247DA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C7A8FF4A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447EEE32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8">
    <w:nsid w:val="6A7733BA"/>
    <w:multiLevelType w:val="hybridMultilevel"/>
    <w:tmpl w:val="5B702EA6"/>
    <w:lvl w:ilvl="0" w:tplc="A78AD6E8">
      <w:start w:val="1"/>
      <w:numFmt w:val="bullet"/>
      <w:lvlText w:val=""/>
      <w:lvlJc w:val="left"/>
      <w:pPr>
        <w:ind w:left="93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39">
    <w:nsid w:val="721D0D83"/>
    <w:multiLevelType w:val="hybridMultilevel"/>
    <w:tmpl w:val="2E88A2F2"/>
    <w:lvl w:ilvl="0" w:tplc="A78AD6E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25D1C8C"/>
    <w:multiLevelType w:val="hybridMultilevel"/>
    <w:tmpl w:val="399A16F6"/>
    <w:lvl w:ilvl="0" w:tplc="A78AD6E8">
      <w:start w:val="1"/>
      <w:numFmt w:val="bullet"/>
      <w:lvlText w:val=""/>
      <w:lvlJc w:val="left"/>
      <w:pPr>
        <w:ind w:left="643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41">
    <w:nsid w:val="73670573"/>
    <w:multiLevelType w:val="hybridMultilevel"/>
    <w:tmpl w:val="FC6EAD84"/>
    <w:lvl w:ilvl="0" w:tplc="1B98E810">
      <w:numFmt w:val="bullet"/>
      <w:lvlText w:val="-"/>
      <w:lvlJc w:val="left"/>
      <w:pPr>
        <w:ind w:left="720" w:hanging="360"/>
      </w:pPr>
      <w:rPr>
        <w:rFonts w:ascii="Ubuntu" w:eastAsiaTheme="minorEastAsia" w:hAnsi="Ubuntu" w:cs="Arial" w:hint="default"/>
      </w:rPr>
    </w:lvl>
    <w:lvl w:ilvl="1" w:tplc="76424F8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40AE5C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BF6002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E8A6C8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C984E7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86E913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FA4C50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AC7A5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41B7DB8"/>
    <w:multiLevelType w:val="hybridMultilevel"/>
    <w:tmpl w:val="A16AF000"/>
    <w:lvl w:ilvl="0" w:tplc="A78AD6E8">
      <w:start w:val="1"/>
      <w:numFmt w:val="bullet"/>
      <w:lvlText w:val=""/>
      <w:lvlJc w:val="left"/>
      <w:pPr>
        <w:ind w:left="1077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3">
    <w:nsid w:val="78BE52B8"/>
    <w:multiLevelType w:val="hybridMultilevel"/>
    <w:tmpl w:val="2D4E628A"/>
    <w:lvl w:ilvl="0" w:tplc="A78AD6E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8DF47E2"/>
    <w:multiLevelType w:val="hybridMultilevel"/>
    <w:tmpl w:val="B8F2A956"/>
    <w:lvl w:ilvl="0" w:tplc="A78AD6E8">
      <w:start w:val="1"/>
      <w:numFmt w:val="bullet"/>
      <w:lvlText w:val=""/>
      <w:lvlJc w:val="left"/>
      <w:pPr>
        <w:ind w:left="93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45">
    <w:nsid w:val="7B3D1DDB"/>
    <w:multiLevelType w:val="singleLevel"/>
    <w:tmpl w:val="038A370C"/>
    <w:lvl w:ilvl="0">
      <w:start w:val="4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46">
    <w:nsid w:val="7C9B08A5"/>
    <w:multiLevelType w:val="hybridMultilevel"/>
    <w:tmpl w:val="BC7EBC9C"/>
    <w:lvl w:ilvl="0" w:tplc="A78AD6E8">
      <w:start w:val="1"/>
      <w:numFmt w:val="bullet"/>
      <w:lvlText w:val=""/>
      <w:lvlJc w:val="left"/>
      <w:pPr>
        <w:ind w:left="93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47">
    <w:nsid w:val="7FB045FE"/>
    <w:multiLevelType w:val="hybridMultilevel"/>
    <w:tmpl w:val="B5704260"/>
    <w:lvl w:ilvl="0" w:tplc="0C0A0005">
      <w:start w:val="1"/>
      <w:numFmt w:val="bullet"/>
      <w:lvlText w:val=""/>
      <w:lvlJc w:val="left"/>
      <w:pPr>
        <w:ind w:left="1797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2517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237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95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677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39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11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837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557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27"/>
  </w:num>
  <w:num w:numId="3">
    <w:abstractNumId w:val="41"/>
  </w:num>
  <w:num w:numId="4">
    <w:abstractNumId w:val="37"/>
  </w:num>
  <w:num w:numId="5">
    <w:abstractNumId w:val="35"/>
  </w:num>
  <w:num w:numId="6">
    <w:abstractNumId w:val="33"/>
  </w:num>
  <w:num w:numId="7">
    <w:abstractNumId w:val="31"/>
  </w:num>
  <w:num w:numId="8">
    <w:abstractNumId w:val="15"/>
  </w:num>
  <w:num w:numId="9">
    <w:abstractNumId w:val="17"/>
  </w:num>
  <w:num w:numId="10">
    <w:abstractNumId w:val="7"/>
  </w:num>
  <w:num w:numId="11">
    <w:abstractNumId w:val="40"/>
  </w:num>
  <w:num w:numId="12">
    <w:abstractNumId w:val="0"/>
  </w:num>
  <w:num w:numId="13">
    <w:abstractNumId w:val="19"/>
  </w:num>
  <w:num w:numId="14">
    <w:abstractNumId w:val="10"/>
  </w:num>
  <w:num w:numId="15">
    <w:abstractNumId w:val="43"/>
  </w:num>
  <w:num w:numId="16">
    <w:abstractNumId w:val="44"/>
  </w:num>
  <w:num w:numId="17">
    <w:abstractNumId w:val="46"/>
  </w:num>
  <w:num w:numId="18">
    <w:abstractNumId w:val="21"/>
  </w:num>
  <w:num w:numId="19">
    <w:abstractNumId w:val="39"/>
  </w:num>
  <w:num w:numId="20">
    <w:abstractNumId w:val="32"/>
  </w:num>
  <w:num w:numId="21">
    <w:abstractNumId w:val="26"/>
  </w:num>
  <w:num w:numId="22">
    <w:abstractNumId w:val="11"/>
  </w:num>
  <w:num w:numId="23">
    <w:abstractNumId w:val="38"/>
  </w:num>
  <w:num w:numId="24">
    <w:abstractNumId w:val="42"/>
  </w:num>
  <w:num w:numId="25">
    <w:abstractNumId w:val="30"/>
  </w:num>
  <w:num w:numId="26">
    <w:abstractNumId w:val="28"/>
  </w:num>
  <w:num w:numId="27">
    <w:abstractNumId w:val="34"/>
  </w:num>
  <w:num w:numId="28">
    <w:abstractNumId w:val="12"/>
  </w:num>
  <w:num w:numId="29">
    <w:abstractNumId w:val="8"/>
  </w:num>
  <w:num w:numId="30">
    <w:abstractNumId w:val="22"/>
  </w:num>
  <w:num w:numId="31">
    <w:abstractNumId w:val="29"/>
  </w:num>
  <w:num w:numId="32">
    <w:abstractNumId w:val="9"/>
  </w:num>
  <w:num w:numId="33">
    <w:abstractNumId w:val="3"/>
  </w:num>
  <w:num w:numId="34">
    <w:abstractNumId w:val="23"/>
  </w:num>
  <w:num w:numId="35">
    <w:abstractNumId w:val="20"/>
  </w:num>
  <w:num w:numId="36">
    <w:abstractNumId w:val="18"/>
  </w:num>
  <w:num w:numId="37">
    <w:abstractNumId w:val="2"/>
  </w:num>
  <w:num w:numId="38">
    <w:abstractNumId w:val="14"/>
  </w:num>
  <w:num w:numId="39">
    <w:abstractNumId w:val="45"/>
  </w:num>
  <w:num w:numId="40">
    <w:abstractNumId w:val="1"/>
  </w:num>
  <w:num w:numId="41">
    <w:abstractNumId w:val="25"/>
  </w:num>
  <w:num w:numId="42">
    <w:abstractNumId w:val="6"/>
  </w:num>
  <w:num w:numId="43">
    <w:abstractNumId w:val="16"/>
  </w:num>
  <w:num w:numId="44">
    <w:abstractNumId w:val="5"/>
  </w:num>
  <w:num w:numId="45">
    <w:abstractNumId w:val="36"/>
  </w:num>
  <w:num w:numId="46">
    <w:abstractNumId w:val="13"/>
  </w:num>
  <w:num w:numId="47">
    <w:abstractNumId w:val="47"/>
  </w:num>
  <w:num w:numId="48">
    <w:abstractNumId w:val="4"/>
  </w:num>
  <w:numIdMacAtCleanup w:val="2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49154" style="mso-wrap-style:none;mso-position-horizontal:center;mso-height-percent:200;mso-width-relative:margin;mso-height-relative:margin;v-text-anchor:middle" fillcolor="none [661]">
      <v:fill color="none [661]"/>
      <v:textbox style="mso-fit-shape-to-text:t"/>
    </o:shapedefaults>
  </w:hdrShapeDefaults>
  <w:footnotePr>
    <w:footnote w:id="-1"/>
    <w:footnote w:id="0"/>
  </w:footnotePr>
  <w:endnotePr>
    <w:endnote w:id="-1"/>
    <w:endnote w:id="0"/>
  </w:endnotePr>
  <w:compat/>
  <w:rsids>
    <w:rsidRoot w:val="00CB3110"/>
    <w:rsid w:val="00003D39"/>
    <w:rsid w:val="0000549F"/>
    <w:rsid w:val="00006919"/>
    <w:rsid w:val="00007358"/>
    <w:rsid w:val="00011C28"/>
    <w:rsid w:val="00011E5E"/>
    <w:rsid w:val="00014CB8"/>
    <w:rsid w:val="0001669C"/>
    <w:rsid w:val="00021844"/>
    <w:rsid w:val="000232C1"/>
    <w:rsid w:val="00023BC4"/>
    <w:rsid w:val="00036731"/>
    <w:rsid w:val="00036DB2"/>
    <w:rsid w:val="0003721F"/>
    <w:rsid w:val="000421C7"/>
    <w:rsid w:val="0004292A"/>
    <w:rsid w:val="000430AD"/>
    <w:rsid w:val="00045879"/>
    <w:rsid w:val="0004697D"/>
    <w:rsid w:val="00046B51"/>
    <w:rsid w:val="00047008"/>
    <w:rsid w:val="00050E32"/>
    <w:rsid w:val="00051A92"/>
    <w:rsid w:val="0005233D"/>
    <w:rsid w:val="00054EE9"/>
    <w:rsid w:val="000554BF"/>
    <w:rsid w:val="00062980"/>
    <w:rsid w:val="000649A8"/>
    <w:rsid w:val="000708F9"/>
    <w:rsid w:val="00074B3B"/>
    <w:rsid w:val="000754F3"/>
    <w:rsid w:val="00077AAA"/>
    <w:rsid w:val="00081E82"/>
    <w:rsid w:val="00083013"/>
    <w:rsid w:val="000837FC"/>
    <w:rsid w:val="00084DC2"/>
    <w:rsid w:val="00086126"/>
    <w:rsid w:val="0009376E"/>
    <w:rsid w:val="00095A32"/>
    <w:rsid w:val="000A199A"/>
    <w:rsid w:val="000A1B91"/>
    <w:rsid w:val="000A1E62"/>
    <w:rsid w:val="000A2F6A"/>
    <w:rsid w:val="000A7076"/>
    <w:rsid w:val="000A7468"/>
    <w:rsid w:val="000A7633"/>
    <w:rsid w:val="000A7942"/>
    <w:rsid w:val="000B0BBD"/>
    <w:rsid w:val="000B0CF5"/>
    <w:rsid w:val="000B160B"/>
    <w:rsid w:val="000B26C9"/>
    <w:rsid w:val="000C016E"/>
    <w:rsid w:val="000C0A2E"/>
    <w:rsid w:val="000C33D7"/>
    <w:rsid w:val="000C3CA2"/>
    <w:rsid w:val="000C4DE3"/>
    <w:rsid w:val="000C7AA0"/>
    <w:rsid w:val="000C7B7A"/>
    <w:rsid w:val="000D063D"/>
    <w:rsid w:val="000D5BC9"/>
    <w:rsid w:val="000E0348"/>
    <w:rsid w:val="000E04FF"/>
    <w:rsid w:val="000E1C57"/>
    <w:rsid w:val="000E2638"/>
    <w:rsid w:val="000E58EF"/>
    <w:rsid w:val="000F1A47"/>
    <w:rsid w:val="000F1BC1"/>
    <w:rsid w:val="000F2CE3"/>
    <w:rsid w:val="000F2E75"/>
    <w:rsid w:val="000F3141"/>
    <w:rsid w:val="000F3221"/>
    <w:rsid w:val="000F3295"/>
    <w:rsid w:val="000F3745"/>
    <w:rsid w:val="00102275"/>
    <w:rsid w:val="001028BB"/>
    <w:rsid w:val="00106754"/>
    <w:rsid w:val="00110FC7"/>
    <w:rsid w:val="00113B69"/>
    <w:rsid w:val="00115344"/>
    <w:rsid w:val="00115372"/>
    <w:rsid w:val="0011711A"/>
    <w:rsid w:val="0012445C"/>
    <w:rsid w:val="0012584D"/>
    <w:rsid w:val="00125987"/>
    <w:rsid w:val="00125A57"/>
    <w:rsid w:val="00126ABD"/>
    <w:rsid w:val="0012716E"/>
    <w:rsid w:val="00127356"/>
    <w:rsid w:val="00131150"/>
    <w:rsid w:val="001318F0"/>
    <w:rsid w:val="00135A3B"/>
    <w:rsid w:val="00136BED"/>
    <w:rsid w:val="00143A41"/>
    <w:rsid w:val="00143F21"/>
    <w:rsid w:val="00144F76"/>
    <w:rsid w:val="00145E52"/>
    <w:rsid w:val="00147CD6"/>
    <w:rsid w:val="00147DC7"/>
    <w:rsid w:val="001501E3"/>
    <w:rsid w:val="0015033B"/>
    <w:rsid w:val="0015097F"/>
    <w:rsid w:val="00152E46"/>
    <w:rsid w:val="001536A8"/>
    <w:rsid w:val="00154DC4"/>
    <w:rsid w:val="0015512E"/>
    <w:rsid w:val="00155BB6"/>
    <w:rsid w:val="0015751B"/>
    <w:rsid w:val="00157A27"/>
    <w:rsid w:val="0016176B"/>
    <w:rsid w:val="001638F4"/>
    <w:rsid w:val="00164549"/>
    <w:rsid w:val="0016567E"/>
    <w:rsid w:val="00165C9A"/>
    <w:rsid w:val="001674B8"/>
    <w:rsid w:val="00170B30"/>
    <w:rsid w:val="00170B59"/>
    <w:rsid w:val="001721EC"/>
    <w:rsid w:val="00172270"/>
    <w:rsid w:val="00173383"/>
    <w:rsid w:val="001752D5"/>
    <w:rsid w:val="001800E0"/>
    <w:rsid w:val="001847BA"/>
    <w:rsid w:val="00186430"/>
    <w:rsid w:val="00190496"/>
    <w:rsid w:val="00190E5F"/>
    <w:rsid w:val="00195285"/>
    <w:rsid w:val="001A0FC1"/>
    <w:rsid w:val="001A4B03"/>
    <w:rsid w:val="001A5EDA"/>
    <w:rsid w:val="001A672F"/>
    <w:rsid w:val="001A6E79"/>
    <w:rsid w:val="001B355C"/>
    <w:rsid w:val="001B44A2"/>
    <w:rsid w:val="001B77B1"/>
    <w:rsid w:val="001C00DE"/>
    <w:rsid w:val="001C05C5"/>
    <w:rsid w:val="001C29AC"/>
    <w:rsid w:val="001C3A36"/>
    <w:rsid w:val="001C4751"/>
    <w:rsid w:val="001C4D79"/>
    <w:rsid w:val="001C6244"/>
    <w:rsid w:val="001C64C2"/>
    <w:rsid w:val="001D001D"/>
    <w:rsid w:val="001D3506"/>
    <w:rsid w:val="001D3E77"/>
    <w:rsid w:val="001D7D94"/>
    <w:rsid w:val="001E2774"/>
    <w:rsid w:val="001E5D4A"/>
    <w:rsid w:val="001E698C"/>
    <w:rsid w:val="001E73D8"/>
    <w:rsid w:val="001F15CE"/>
    <w:rsid w:val="001F198C"/>
    <w:rsid w:val="001F4877"/>
    <w:rsid w:val="001F4C35"/>
    <w:rsid w:val="001F7A56"/>
    <w:rsid w:val="002000AA"/>
    <w:rsid w:val="00200E96"/>
    <w:rsid w:val="00202E4D"/>
    <w:rsid w:val="0021238F"/>
    <w:rsid w:val="002135EC"/>
    <w:rsid w:val="002143B6"/>
    <w:rsid w:val="00214CCA"/>
    <w:rsid w:val="00217D26"/>
    <w:rsid w:val="0022139E"/>
    <w:rsid w:val="00225E5F"/>
    <w:rsid w:val="0023135A"/>
    <w:rsid w:val="00233DD5"/>
    <w:rsid w:val="002378F2"/>
    <w:rsid w:val="002438B4"/>
    <w:rsid w:val="00250794"/>
    <w:rsid w:val="0025173A"/>
    <w:rsid w:val="00254215"/>
    <w:rsid w:val="00255CEA"/>
    <w:rsid w:val="0025629B"/>
    <w:rsid w:val="00260407"/>
    <w:rsid w:val="002610A9"/>
    <w:rsid w:val="00263CD2"/>
    <w:rsid w:val="002642BC"/>
    <w:rsid w:val="002652FE"/>
    <w:rsid w:val="0026710B"/>
    <w:rsid w:val="002711C0"/>
    <w:rsid w:val="002736F1"/>
    <w:rsid w:val="00273DC6"/>
    <w:rsid w:val="002751C9"/>
    <w:rsid w:val="00275514"/>
    <w:rsid w:val="00275AEA"/>
    <w:rsid w:val="00275C04"/>
    <w:rsid w:val="0028007B"/>
    <w:rsid w:val="002812A3"/>
    <w:rsid w:val="00281657"/>
    <w:rsid w:val="00284290"/>
    <w:rsid w:val="00286879"/>
    <w:rsid w:val="00287EFB"/>
    <w:rsid w:val="00291C82"/>
    <w:rsid w:val="002952D3"/>
    <w:rsid w:val="00296827"/>
    <w:rsid w:val="00296B9F"/>
    <w:rsid w:val="00297426"/>
    <w:rsid w:val="002A0233"/>
    <w:rsid w:val="002A0F50"/>
    <w:rsid w:val="002A318E"/>
    <w:rsid w:val="002A4C04"/>
    <w:rsid w:val="002A4FE6"/>
    <w:rsid w:val="002A5216"/>
    <w:rsid w:val="002B4365"/>
    <w:rsid w:val="002B5552"/>
    <w:rsid w:val="002C4CB1"/>
    <w:rsid w:val="002C56B9"/>
    <w:rsid w:val="002C5A18"/>
    <w:rsid w:val="002C6DEA"/>
    <w:rsid w:val="002C76E1"/>
    <w:rsid w:val="002D02EB"/>
    <w:rsid w:val="002D1651"/>
    <w:rsid w:val="002D550F"/>
    <w:rsid w:val="002E1BED"/>
    <w:rsid w:val="002E2159"/>
    <w:rsid w:val="002E33C6"/>
    <w:rsid w:val="002E3BF4"/>
    <w:rsid w:val="002E449E"/>
    <w:rsid w:val="002F0465"/>
    <w:rsid w:val="002F43B2"/>
    <w:rsid w:val="0030035F"/>
    <w:rsid w:val="00304DDA"/>
    <w:rsid w:val="00310E85"/>
    <w:rsid w:val="003111CA"/>
    <w:rsid w:val="00312B47"/>
    <w:rsid w:val="00313646"/>
    <w:rsid w:val="00314CEB"/>
    <w:rsid w:val="003208C1"/>
    <w:rsid w:val="003273FB"/>
    <w:rsid w:val="00327E42"/>
    <w:rsid w:val="00327FAD"/>
    <w:rsid w:val="003322BE"/>
    <w:rsid w:val="00333145"/>
    <w:rsid w:val="00336E94"/>
    <w:rsid w:val="003379F2"/>
    <w:rsid w:val="00341770"/>
    <w:rsid w:val="00345A24"/>
    <w:rsid w:val="00355B9A"/>
    <w:rsid w:val="0036148B"/>
    <w:rsid w:val="00361BCB"/>
    <w:rsid w:val="00361E71"/>
    <w:rsid w:val="003630C9"/>
    <w:rsid w:val="00363A5F"/>
    <w:rsid w:val="0036516F"/>
    <w:rsid w:val="0037155E"/>
    <w:rsid w:val="0037707B"/>
    <w:rsid w:val="0037770B"/>
    <w:rsid w:val="00380328"/>
    <w:rsid w:val="00384934"/>
    <w:rsid w:val="00385305"/>
    <w:rsid w:val="00390138"/>
    <w:rsid w:val="003929DD"/>
    <w:rsid w:val="003934F7"/>
    <w:rsid w:val="00393CE8"/>
    <w:rsid w:val="003A2780"/>
    <w:rsid w:val="003A6154"/>
    <w:rsid w:val="003A7A4E"/>
    <w:rsid w:val="003B36C3"/>
    <w:rsid w:val="003B578F"/>
    <w:rsid w:val="003B5D8D"/>
    <w:rsid w:val="003B752B"/>
    <w:rsid w:val="003B7AB9"/>
    <w:rsid w:val="003C5713"/>
    <w:rsid w:val="003C70B9"/>
    <w:rsid w:val="003C72D5"/>
    <w:rsid w:val="003C75EA"/>
    <w:rsid w:val="003D029D"/>
    <w:rsid w:val="003D0EA6"/>
    <w:rsid w:val="003D4050"/>
    <w:rsid w:val="003D452A"/>
    <w:rsid w:val="003E2207"/>
    <w:rsid w:val="003E2A0B"/>
    <w:rsid w:val="003E2E2D"/>
    <w:rsid w:val="003E53F4"/>
    <w:rsid w:val="003E55E6"/>
    <w:rsid w:val="003E56A4"/>
    <w:rsid w:val="003E5EB0"/>
    <w:rsid w:val="003F2773"/>
    <w:rsid w:val="003F4B10"/>
    <w:rsid w:val="003F5388"/>
    <w:rsid w:val="00404B3E"/>
    <w:rsid w:val="00405531"/>
    <w:rsid w:val="004107B3"/>
    <w:rsid w:val="00413696"/>
    <w:rsid w:val="00416EA7"/>
    <w:rsid w:val="0041785B"/>
    <w:rsid w:val="00422911"/>
    <w:rsid w:val="004241B6"/>
    <w:rsid w:val="00424EEF"/>
    <w:rsid w:val="004275D3"/>
    <w:rsid w:val="00431F91"/>
    <w:rsid w:val="004332F3"/>
    <w:rsid w:val="00433425"/>
    <w:rsid w:val="00433FC3"/>
    <w:rsid w:val="00435F34"/>
    <w:rsid w:val="00437765"/>
    <w:rsid w:val="004411B2"/>
    <w:rsid w:val="00441617"/>
    <w:rsid w:val="00441EBA"/>
    <w:rsid w:val="00442586"/>
    <w:rsid w:val="004429F6"/>
    <w:rsid w:val="00444749"/>
    <w:rsid w:val="004463CD"/>
    <w:rsid w:val="00446504"/>
    <w:rsid w:val="0046115F"/>
    <w:rsid w:val="00461CEA"/>
    <w:rsid w:val="00462661"/>
    <w:rsid w:val="00462758"/>
    <w:rsid w:val="00462D81"/>
    <w:rsid w:val="0046726D"/>
    <w:rsid w:val="004678C1"/>
    <w:rsid w:val="00467CE2"/>
    <w:rsid w:val="0047172B"/>
    <w:rsid w:val="00475BFE"/>
    <w:rsid w:val="00475CBB"/>
    <w:rsid w:val="0047671E"/>
    <w:rsid w:val="00484A5B"/>
    <w:rsid w:val="004855E3"/>
    <w:rsid w:val="00486B86"/>
    <w:rsid w:val="00490519"/>
    <w:rsid w:val="00490FE8"/>
    <w:rsid w:val="00491F12"/>
    <w:rsid w:val="004924E0"/>
    <w:rsid w:val="00492F7A"/>
    <w:rsid w:val="0049364D"/>
    <w:rsid w:val="00496D12"/>
    <w:rsid w:val="00497354"/>
    <w:rsid w:val="004A4B62"/>
    <w:rsid w:val="004B07F7"/>
    <w:rsid w:val="004B0C90"/>
    <w:rsid w:val="004B41DC"/>
    <w:rsid w:val="004B46A1"/>
    <w:rsid w:val="004B4738"/>
    <w:rsid w:val="004B6826"/>
    <w:rsid w:val="004B69A1"/>
    <w:rsid w:val="004C29C3"/>
    <w:rsid w:val="004D0A41"/>
    <w:rsid w:val="004D46BE"/>
    <w:rsid w:val="004D5170"/>
    <w:rsid w:val="004D54C0"/>
    <w:rsid w:val="004D56A7"/>
    <w:rsid w:val="004E0E73"/>
    <w:rsid w:val="004E3FA5"/>
    <w:rsid w:val="004F0045"/>
    <w:rsid w:val="004F0496"/>
    <w:rsid w:val="004F4295"/>
    <w:rsid w:val="004F5D9D"/>
    <w:rsid w:val="004F61B7"/>
    <w:rsid w:val="004F7B5B"/>
    <w:rsid w:val="00502A94"/>
    <w:rsid w:val="005048BF"/>
    <w:rsid w:val="00504C3D"/>
    <w:rsid w:val="00504E3B"/>
    <w:rsid w:val="0050757D"/>
    <w:rsid w:val="00507D89"/>
    <w:rsid w:val="0051094A"/>
    <w:rsid w:val="00512CCC"/>
    <w:rsid w:val="00513393"/>
    <w:rsid w:val="00514CF1"/>
    <w:rsid w:val="005152B4"/>
    <w:rsid w:val="00520541"/>
    <w:rsid w:val="005236D3"/>
    <w:rsid w:val="00524B1C"/>
    <w:rsid w:val="00527FA8"/>
    <w:rsid w:val="00535EE6"/>
    <w:rsid w:val="0053791A"/>
    <w:rsid w:val="00540082"/>
    <w:rsid w:val="00540385"/>
    <w:rsid w:val="0054400A"/>
    <w:rsid w:val="00544FC1"/>
    <w:rsid w:val="005453B4"/>
    <w:rsid w:val="00546AC3"/>
    <w:rsid w:val="00547D50"/>
    <w:rsid w:val="0055168E"/>
    <w:rsid w:val="00555D97"/>
    <w:rsid w:val="00560200"/>
    <w:rsid w:val="005605F2"/>
    <w:rsid w:val="00560779"/>
    <w:rsid w:val="00560BFE"/>
    <w:rsid w:val="00560C21"/>
    <w:rsid w:val="00565EED"/>
    <w:rsid w:val="00566709"/>
    <w:rsid w:val="005703F6"/>
    <w:rsid w:val="00573237"/>
    <w:rsid w:val="00574B7C"/>
    <w:rsid w:val="0057563B"/>
    <w:rsid w:val="005767B5"/>
    <w:rsid w:val="00576E8F"/>
    <w:rsid w:val="005771E6"/>
    <w:rsid w:val="00581F3D"/>
    <w:rsid w:val="00581FB4"/>
    <w:rsid w:val="005839A2"/>
    <w:rsid w:val="00585BC9"/>
    <w:rsid w:val="00585D17"/>
    <w:rsid w:val="005869D3"/>
    <w:rsid w:val="00595D17"/>
    <w:rsid w:val="00597262"/>
    <w:rsid w:val="005A2181"/>
    <w:rsid w:val="005A2F08"/>
    <w:rsid w:val="005A3045"/>
    <w:rsid w:val="005A3A02"/>
    <w:rsid w:val="005A4262"/>
    <w:rsid w:val="005B5057"/>
    <w:rsid w:val="005B56C7"/>
    <w:rsid w:val="005C102C"/>
    <w:rsid w:val="005C24A5"/>
    <w:rsid w:val="005D1FBB"/>
    <w:rsid w:val="005D6F0F"/>
    <w:rsid w:val="005D7F6C"/>
    <w:rsid w:val="005E0975"/>
    <w:rsid w:val="005E4F23"/>
    <w:rsid w:val="005F0E7D"/>
    <w:rsid w:val="005F235D"/>
    <w:rsid w:val="005F3B22"/>
    <w:rsid w:val="005F5A1B"/>
    <w:rsid w:val="005F5BD9"/>
    <w:rsid w:val="005F795B"/>
    <w:rsid w:val="006002B9"/>
    <w:rsid w:val="00601571"/>
    <w:rsid w:val="006019CA"/>
    <w:rsid w:val="00602D3D"/>
    <w:rsid w:val="00603BDD"/>
    <w:rsid w:val="006041E1"/>
    <w:rsid w:val="006052C8"/>
    <w:rsid w:val="006055C6"/>
    <w:rsid w:val="00607B94"/>
    <w:rsid w:val="00607D91"/>
    <w:rsid w:val="00607E9A"/>
    <w:rsid w:val="00612074"/>
    <w:rsid w:val="00612181"/>
    <w:rsid w:val="00613440"/>
    <w:rsid w:val="006136D8"/>
    <w:rsid w:val="006147FD"/>
    <w:rsid w:val="00614B61"/>
    <w:rsid w:val="00616448"/>
    <w:rsid w:val="00617BC6"/>
    <w:rsid w:val="00620337"/>
    <w:rsid w:val="00620734"/>
    <w:rsid w:val="00621A45"/>
    <w:rsid w:val="00622753"/>
    <w:rsid w:val="006252B2"/>
    <w:rsid w:val="006262F1"/>
    <w:rsid w:val="0063121E"/>
    <w:rsid w:val="006325F6"/>
    <w:rsid w:val="0063418A"/>
    <w:rsid w:val="00635ECC"/>
    <w:rsid w:val="00636B38"/>
    <w:rsid w:val="00642978"/>
    <w:rsid w:val="00643B34"/>
    <w:rsid w:val="00645AB7"/>
    <w:rsid w:val="00646782"/>
    <w:rsid w:val="00646C19"/>
    <w:rsid w:val="00650099"/>
    <w:rsid w:val="0065354D"/>
    <w:rsid w:val="00660A5C"/>
    <w:rsid w:val="00660F00"/>
    <w:rsid w:val="00662F3C"/>
    <w:rsid w:val="00663F46"/>
    <w:rsid w:val="006671B0"/>
    <w:rsid w:val="00667636"/>
    <w:rsid w:val="0067756A"/>
    <w:rsid w:val="006804F7"/>
    <w:rsid w:val="00682C9D"/>
    <w:rsid w:val="006830D8"/>
    <w:rsid w:val="006841F5"/>
    <w:rsid w:val="0068502A"/>
    <w:rsid w:val="00685A52"/>
    <w:rsid w:val="00690D4E"/>
    <w:rsid w:val="0069399B"/>
    <w:rsid w:val="00694A28"/>
    <w:rsid w:val="00694AAA"/>
    <w:rsid w:val="00695FF5"/>
    <w:rsid w:val="00696753"/>
    <w:rsid w:val="006A17C9"/>
    <w:rsid w:val="006A209A"/>
    <w:rsid w:val="006A4F3F"/>
    <w:rsid w:val="006A6BC7"/>
    <w:rsid w:val="006A7CC2"/>
    <w:rsid w:val="006B2AB6"/>
    <w:rsid w:val="006B57E0"/>
    <w:rsid w:val="006B60A6"/>
    <w:rsid w:val="006B6123"/>
    <w:rsid w:val="006C0122"/>
    <w:rsid w:val="006C0128"/>
    <w:rsid w:val="006C019B"/>
    <w:rsid w:val="006C10CD"/>
    <w:rsid w:val="006C13B1"/>
    <w:rsid w:val="006C2F52"/>
    <w:rsid w:val="006C3E50"/>
    <w:rsid w:val="006C4234"/>
    <w:rsid w:val="006C4F26"/>
    <w:rsid w:val="006C4F47"/>
    <w:rsid w:val="006C593B"/>
    <w:rsid w:val="006D167E"/>
    <w:rsid w:val="006D344E"/>
    <w:rsid w:val="006D67CC"/>
    <w:rsid w:val="006D7754"/>
    <w:rsid w:val="006D798B"/>
    <w:rsid w:val="006E24D0"/>
    <w:rsid w:val="006E42A5"/>
    <w:rsid w:val="006E51F5"/>
    <w:rsid w:val="006E5A4F"/>
    <w:rsid w:val="006E67CE"/>
    <w:rsid w:val="006E7312"/>
    <w:rsid w:val="006F2E32"/>
    <w:rsid w:val="00701059"/>
    <w:rsid w:val="0070312C"/>
    <w:rsid w:val="00704481"/>
    <w:rsid w:val="00711BFE"/>
    <w:rsid w:val="00711EBF"/>
    <w:rsid w:val="007125A3"/>
    <w:rsid w:val="00714574"/>
    <w:rsid w:val="007168C3"/>
    <w:rsid w:val="00717F88"/>
    <w:rsid w:val="00721F03"/>
    <w:rsid w:val="0072229D"/>
    <w:rsid w:val="007226D3"/>
    <w:rsid w:val="00722B20"/>
    <w:rsid w:val="0072387F"/>
    <w:rsid w:val="00731655"/>
    <w:rsid w:val="00733205"/>
    <w:rsid w:val="007343DC"/>
    <w:rsid w:val="007361BD"/>
    <w:rsid w:val="00736E1A"/>
    <w:rsid w:val="00740307"/>
    <w:rsid w:val="00742C26"/>
    <w:rsid w:val="007430D5"/>
    <w:rsid w:val="00743183"/>
    <w:rsid w:val="0074735A"/>
    <w:rsid w:val="00750BC5"/>
    <w:rsid w:val="00752118"/>
    <w:rsid w:val="00753D3A"/>
    <w:rsid w:val="00753F25"/>
    <w:rsid w:val="007554B8"/>
    <w:rsid w:val="007566F7"/>
    <w:rsid w:val="00757140"/>
    <w:rsid w:val="00766096"/>
    <w:rsid w:val="00766F50"/>
    <w:rsid w:val="007675F6"/>
    <w:rsid w:val="00770DF6"/>
    <w:rsid w:val="00772FCB"/>
    <w:rsid w:val="007735B4"/>
    <w:rsid w:val="00774174"/>
    <w:rsid w:val="0077471B"/>
    <w:rsid w:val="007752AD"/>
    <w:rsid w:val="00776421"/>
    <w:rsid w:val="00784AAE"/>
    <w:rsid w:val="007861E6"/>
    <w:rsid w:val="00786DA0"/>
    <w:rsid w:val="00792338"/>
    <w:rsid w:val="007950DE"/>
    <w:rsid w:val="00795DE7"/>
    <w:rsid w:val="007A10A7"/>
    <w:rsid w:val="007A14DF"/>
    <w:rsid w:val="007A19E9"/>
    <w:rsid w:val="007A2146"/>
    <w:rsid w:val="007A3953"/>
    <w:rsid w:val="007A70BE"/>
    <w:rsid w:val="007A76E6"/>
    <w:rsid w:val="007B357B"/>
    <w:rsid w:val="007B35F0"/>
    <w:rsid w:val="007B3A03"/>
    <w:rsid w:val="007D0561"/>
    <w:rsid w:val="007D5A86"/>
    <w:rsid w:val="007D63BC"/>
    <w:rsid w:val="007D7A57"/>
    <w:rsid w:val="007E02C5"/>
    <w:rsid w:val="007E163E"/>
    <w:rsid w:val="007E1BE9"/>
    <w:rsid w:val="007E34FC"/>
    <w:rsid w:val="007E4BE1"/>
    <w:rsid w:val="007E560B"/>
    <w:rsid w:val="007E5717"/>
    <w:rsid w:val="007E63B9"/>
    <w:rsid w:val="007F2553"/>
    <w:rsid w:val="007F3DD4"/>
    <w:rsid w:val="00802FB9"/>
    <w:rsid w:val="00813EC6"/>
    <w:rsid w:val="008148C9"/>
    <w:rsid w:val="008167AA"/>
    <w:rsid w:val="00817177"/>
    <w:rsid w:val="00817BE8"/>
    <w:rsid w:val="00821542"/>
    <w:rsid w:val="0082556F"/>
    <w:rsid w:val="008259BD"/>
    <w:rsid w:val="008266AA"/>
    <w:rsid w:val="00826DBA"/>
    <w:rsid w:val="00830261"/>
    <w:rsid w:val="00830D4B"/>
    <w:rsid w:val="008345D3"/>
    <w:rsid w:val="00840C5C"/>
    <w:rsid w:val="00845AA9"/>
    <w:rsid w:val="008479EC"/>
    <w:rsid w:val="0085075F"/>
    <w:rsid w:val="00854273"/>
    <w:rsid w:val="008642CB"/>
    <w:rsid w:val="00865404"/>
    <w:rsid w:val="0087039C"/>
    <w:rsid w:val="008711A3"/>
    <w:rsid w:val="00871AE8"/>
    <w:rsid w:val="00871F9A"/>
    <w:rsid w:val="008752D5"/>
    <w:rsid w:val="0087556D"/>
    <w:rsid w:val="008802E9"/>
    <w:rsid w:val="00880F6C"/>
    <w:rsid w:val="0088197E"/>
    <w:rsid w:val="00883764"/>
    <w:rsid w:val="00886836"/>
    <w:rsid w:val="0088783C"/>
    <w:rsid w:val="0089530D"/>
    <w:rsid w:val="00897EB7"/>
    <w:rsid w:val="008A1B64"/>
    <w:rsid w:val="008A693C"/>
    <w:rsid w:val="008B2DDB"/>
    <w:rsid w:val="008B53E6"/>
    <w:rsid w:val="008B7842"/>
    <w:rsid w:val="008C01A8"/>
    <w:rsid w:val="008C0D66"/>
    <w:rsid w:val="008C1399"/>
    <w:rsid w:val="008C1C40"/>
    <w:rsid w:val="008C37EA"/>
    <w:rsid w:val="008C4D7D"/>
    <w:rsid w:val="008D67FD"/>
    <w:rsid w:val="008D7501"/>
    <w:rsid w:val="008D7BAA"/>
    <w:rsid w:val="008E0296"/>
    <w:rsid w:val="008E1041"/>
    <w:rsid w:val="008E3ADB"/>
    <w:rsid w:val="008E498C"/>
    <w:rsid w:val="008E55D6"/>
    <w:rsid w:val="008E5AE6"/>
    <w:rsid w:val="008F098B"/>
    <w:rsid w:val="008F260B"/>
    <w:rsid w:val="009012B2"/>
    <w:rsid w:val="0090179C"/>
    <w:rsid w:val="00901A3C"/>
    <w:rsid w:val="00901AD3"/>
    <w:rsid w:val="00902C55"/>
    <w:rsid w:val="00910541"/>
    <w:rsid w:val="00913C6B"/>
    <w:rsid w:val="00913D0E"/>
    <w:rsid w:val="00915250"/>
    <w:rsid w:val="00915954"/>
    <w:rsid w:val="00920A1F"/>
    <w:rsid w:val="00923145"/>
    <w:rsid w:val="009333A7"/>
    <w:rsid w:val="00934DB6"/>
    <w:rsid w:val="00935B64"/>
    <w:rsid w:val="00936D3F"/>
    <w:rsid w:val="009415BE"/>
    <w:rsid w:val="009418F7"/>
    <w:rsid w:val="00941956"/>
    <w:rsid w:val="0094483A"/>
    <w:rsid w:val="00946DDD"/>
    <w:rsid w:val="00951BF7"/>
    <w:rsid w:val="009633FF"/>
    <w:rsid w:val="00964C13"/>
    <w:rsid w:val="0096766D"/>
    <w:rsid w:val="00967D92"/>
    <w:rsid w:val="00976BBA"/>
    <w:rsid w:val="0097790C"/>
    <w:rsid w:val="00977B81"/>
    <w:rsid w:val="00980083"/>
    <w:rsid w:val="00980337"/>
    <w:rsid w:val="0098137A"/>
    <w:rsid w:val="0098221E"/>
    <w:rsid w:val="00982281"/>
    <w:rsid w:val="009844B9"/>
    <w:rsid w:val="009864B1"/>
    <w:rsid w:val="00986B71"/>
    <w:rsid w:val="00986E50"/>
    <w:rsid w:val="00987430"/>
    <w:rsid w:val="00995F90"/>
    <w:rsid w:val="009A30D9"/>
    <w:rsid w:val="009A5574"/>
    <w:rsid w:val="009B22E2"/>
    <w:rsid w:val="009C76F9"/>
    <w:rsid w:val="009C7B52"/>
    <w:rsid w:val="009E0545"/>
    <w:rsid w:val="009E34C0"/>
    <w:rsid w:val="009E5EC3"/>
    <w:rsid w:val="009F04EB"/>
    <w:rsid w:val="009F1207"/>
    <w:rsid w:val="009F589B"/>
    <w:rsid w:val="009F60AC"/>
    <w:rsid w:val="00A004BF"/>
    <w:rsid w:val="00A0058E"/>
    <w:rsid w:val="00A00A0F"/>
    <w:rsid w:val="00A00F75"/>
    <w:rsid w:val="00A0194E"/>
    <w:rsid w:val="00A024ED"/>
    <w:rsid w:val="00A0398A"/>
    <w:rsid w:val="00A06DBC"/>
    <w:rsid w:val="00A11C89"/>
    <w:rsid w:val="00A16B51"/>
    <w:rsid w:val="00A17092"/>
    <w:rsid w:val="00A178A0"/>
    <w:rsid w:val="00A178C2"/>
    <w:rsid w:val="00A179C0"/>
    <w:rsid w:val="00A22CAE"/>
    <w:rsid w:val="00A25755"/>
    <w:rsid w:val="00A31A90"/>
    <w:rsid w:val="00A35691"/>
    <w:rsid w:val="00A35F79"/>
    <w:rsid w:val="00A36FD6"/>
    <w:rsid w:val="00A37EC4"/>
    <w:rsid w:val="00A37F13"/>
    <w:rsid w:val="00A40C9A"/>
    <w:rsid w:val="00A4544E"/>
    <w:rsid w:val="00A50760"/>
    <w:rsid w:val="00A50DF6"/>
    <w:rsid w:val="00A54C27"/>
    <w:rsid w:val="00A5545D"/>
    <w:rsid w:val="00A55615"/>
    <w:rsid w:val="00A55A51"/>
    <w:rsid w:val="00A55FA2"/>
    <w:rsid w:val="00A61256"/>
    <w:rsid w:val="00A630F1"/>
    <w:rsid w:val="00A709B7"/>
    <w:rsid w:val="00A718F6"/>
    <w:rsid w:val="00A733F0"/>
    <w:rsid w:val="00A743A8"/>
    <w:rsid w:val="00A7499E"/>
    <w:rsid w:val="00A81991"/>
    <w:rsid w:val="00A837AD"/>
    <w:rsid w:val="00A846B9"/>
    <w:rsid w:val="00A847FE"/>
    <w:rsid w:val="00A8613D"/>
    <w:rsid w:val="00A9221C"/>
    <w:rsid w:val="00A93571"/>
    <w:rsid w:val="00A97B44"/>
    <w:rsid w:val="00AA1283"/>
    <w:rsid w:val="00AA2BD3"/>
    <w:rsid w:val="00AA3865"/>
    <w:rsid w:val="00AA4B01"/>
    <w:rsid w:val="00AA5621"/>
    <w:rsid w:val="00AA6237"/>
    <w:rsid w:val="00AA6ACB"/>
    <w:rsid w:val="00AB2528"/>
    <w:rsid w:val="00AB290E"/>
    <w:rsid w:val="00AB3AED"/>
    <w:rsid w:val="00AB63FC"/>
    <w:rsid w:val="00AC2EBE"/>
    <w:rsid w:val="00AC404D"/>
    <w:rsid w:val="00AC5015"/>
    <w:rsid w:val="00AC532D"/>
    <w:rsid w:val="00AC5B04"/>
    <w:rsid w:val="00AC7C7E"/>
    <w:rsid w:val="00AD0004"/>
    <w:rsid w:val="00AD25D6"/>
    <w:rsid w:val="00AD39F4"/>
    <w:rsid w:val="00AD4443"/>
    <w:rsid w:val="00AD55EF"/>
    <w:rsid w:val="00AD5C4D"/>
    <w:rsid w:val="00AE519D"/>
    <w:rsid w:val="00AE5828"/>
    <w:rsid w:val="00AE61A9"/>
    <w:rsid w:val="00AE7895"/>
    <w:rsid w:val="00AF0554"/>
    <w:rsid w:val="00AF0720"/>
    <w:rsid w:val="00AF381F"/>
    <w:rsid w:val="00AF7668"/>
    <w:rsid w:val="00B05E31"/>
    <w:rsid w:val="00B10D3D"/>
    <w:rsid w:val="00B116D4"/>
    <w:rsid w:val="00B12948"/>
    <w:rsid w:val="00B1476C"/>
    <w:rsid w:val="00B16900"/>
    <w:rsid w:val="00B219FF"/>
    <w:rsid w:val="00B242BB"/>
    <w:rsid w:val="00B2488A"/>
    <w:rsid w:val="00B24971"/>
    <w:rsid w:val="00B24B6E"/>
    <w:rsid w:val="00B25142"/>
    <w:rsid w:val="00B27353"/>
    <w:rsid w:val="00B27917"/>
    <w:rsid w:val="00B27CDC"/>
    <w:rsid w:val="00B300E8"/>
    <w:rsid w:val="00B305F6"/>
    <w:rsid w:val="00B3402F"/>
    <w:rsid w:val="00B4109E"/>
    <w:rsid w:val="00B41659"/>
    <w:rsid w:val="00B447F1"/>
    <w:rsid w:val="00B47571"/>
    <w:rsid w:val="00B47F19"/>
    <w:rsid w:val="00B50330"/>
    <w:rsid w:val="00B512B0"/>
    <w:rsid w:val="00B55365"/>
    <w:rsid w:val="00B56C80"/>
    <w:rsid w:val="00B57923"/>
    <w:rsid w:val="00B57FF9"/>
    <w:rsid w:val="00B61489"/>
    <w:rsid w:val="00B616B9"/>
    <w:rsid w:val="00B65F07"/>
    <w:rsid w:val="00B70D46"/>
    <w:rsid w:val="00B71172"/>
    <w:rsid w:val="00B72682"/>
    <w:rsid w:val="00B739C5"/>
    <w:rsid w:val="00B739D8"/>
    <w:rsid w:val="00B747E9"/>
    <w:rsid w:val="00B74893"/>
    <w:rsid w:val="00B77AF0"/>
    <w:rsid w:val="00B835E0"/>
    <w:rsid w:val="00B84187"/>
    <w:rsid w:val="00B8612B"/>
    <w:rsid w:val="00B93C07"/>
    <w:rsid w:val="00B9462D"/>
    <w:rsid w:val="00B974B9"/>
    <w:rsid w:val="00BA0212"/>
    <w:rsid w:val="00BA249C"/>
    <w:rsid w:val="00BA4991"/>
    <w:rsid w:val="00BA552E"/>
    <w:rsid w:val="00BA5B8D"/>
    <w:rsid w:val="00BA688F"/>
    <w:rsid w:val="00BB08F0"/>
    <w:rsid w:val="00BB1D93"/>
    <w:rsid w:val="00BB2EEF"/>
    <w:rsid w:val="00BB6A20"/>
    <w:rsid w:val="00BC029D"/>
    <w:rsid w:val="00BC0C45"/>
    <w:rsid w:val="00BC0D66"/>
    <w:rsid w:val="00BC0F8B"/>
    <w:rsid w:val="00BC5681"/>
    <w:rsid w:val="00BD299D"/>
    <w:rsid w:val="00BD3089"/>
    <w:rsid w:val="00BD4579"/>
    <w:rsid w:val="00BD470A"/>
    <w:rsid w:val="00BD5959"/>
    <w:rsid w:val="00BD605C"/>
    <w:rsid w:val="00BD6EFA"/>
    <w:rsid w:val="00BD7379"/>
    <w:rsid w:val="00BD7778"/>
    <w:rsid w:val="00BD7E8D"/>
    <w:rsid w:val="00BE1340"/>
    <w:rsid w:val="00BE17DC"/>
    <w:rsid w:val="00BE1DA3"/>
    <w:rsid w:val="00BE5CDC"/>
    <w:rsid w:val="00BE71B9"/>
    <w:rsid w:val="00BF032F"/>
    <w:rsid w:val="00BF1CFE"/>
    <w:rsid w:val="00BF25FF"/>
    <w:rsid w:val="00BF41FC"/>
    <w:rsid w:val="00BF51DF"/>
    <w:rsid w:val="00BF5D0E"/>
    <w:rsid w:val="00C011A7"/>
    <w:rsid w:val="00C0384F"/>
    <w:rsid w:val="00C06018"/>
    <w:rsid w:val="00C066EE"/>
    <w:rsid w:val="00C06ACE"/>
    <w:rsid w:val="00C0724B"/>
    <w:rsid w:val="00C07941"/>
    <w:rsid w:val="00C10D1A"/>
    <w:rsid w:val="00C15D49"/>
    <w:rsid w:val="00C228F4"/>
    <w:rsid w:val="00C22EE6"/>
    <w:rsid w:val="00C23D83"/>
    <w:rsid w:val="00C25036"/>
    <w:rsid w:val="00C31053"/>
    <w:rsid w:val="00C325FB"/>
    <w:rsid w:val="00C331B6"/>
    <w:rsid w:val="00C33209"/>
    <w:rsid w:val="00C40C0E"/>
    <w:rsid w:val="00C40C8F"/>
    <w:rsid w:val="00C4198E"/>
    <w:rsid w:val="00C430FA"/>
    <w:rsid w:val="00C505DC"/>
    <w:rsid w:val="00C57DD3"/>
    <w:rsid w:val="00C6211F"/>
    <w:rsid w:val="00C6233E"/>
    <w:rsid w:val="00C62CBF"/>
    <w:rsid w:val="00C648DF"/>
    <w:rsid w:val="00C65068"/>
    <w:rsid w:val="00C658CE"/>
    <w:rsid w:val="00C65C36"/>
    <w:rsid w:val="00C6768C"/>
    <w:rsid w:val="00C70C67"/>
    <w:rsid w:val="00C70E03"/>
    <w:rsid w:val="00C73AB3"/>
    <w:rsid w:val="00C75299"/>
    <w:rsid w:val="00C76F98"/>
    <w:rsid w:val="00C77E02"/>
    <w:rsid w:val="00C82183"/>
    <w:rsid w:val="00C840E4"/>
    <w:rsid w:val="00C84843"/>
    <w:rsid w:val="00C856DC"/>
    <w:rsid w:val="00C90B6F"/>
    <w:rsid w:val="00C91083"/>
    <w:rsid w:val="00C919AD"/>
    <w:rsid w:val="00C93F7A"/>
    <w:rsid w:val="00CA084A"/>
    <w:rsid w:val="00CA1332"/>
    <w:rsid w:val="00CA1A44"/>
    <w:rsid w:val="00CA3F0E"/>
    <w:rsid w:val="00CA4A86"/>
    <w:rsid w:val="00CA5F84"/>
    <w:rsid w:val="00CA64AD"/>
    <w:rsid w:val="00CB3110"/>
    <w:rsid w:val="00CB32CF"/>
    <w:rsid w:val="00CB4EC7"/>
    <w:rsid w:val="00CB57D0"/>
    <w:rsid w:val="00CC2698"/>
    <w:rsid w:val="00CC3263"/>
    <w:rsid w:val="00CC32A3"/>
    <w:rsid w:val="00CC34F3"/>
    <w:rsid w:val="00CC443B"/>
    <w:rsid w:val="00CC55C5"/>
    <w:rsid w:val="00CC5912"/>
    <w:rsid w:val="00CC7B20"/>
    <w:rsid w:val="00CC7F0A"/>
    <w:rsid w:val="00CD7153"/>
    <w:rsid w:val="00CE37BE"/>
    <w:rsid w:val="00CE619E"/>
    <w:rsid w:val="00CE728E"/>
    <w:rsid w:val="00CE7BDD"/>
    <w:rsid w:val="00CF0FA4"/>
    <w:rsid w:val="00CF17A6"/>
    <w:rsid w:val="00CF1E1D"/>
    <w:rsid w:val="00CF7A68"/>
    <w:rsid w:val="00D01DC7"/>
    <w:rsid w:val="00D025C5"/>
    <w:rsid w:val="00D07849"/>
    <w:rsid w:val="00D103BB"/>
    <w:rsid w:val="00D1041A"/>
    <w:rsid w:val="00D11A1E"/>
    <w:rsid w:val="00D17238"/>
    <w:rsid w:val="00D20E43"/>
    <w:rsid w:val="00D25BDA"/>
    <w:rsid w:val="00D33245"/>
    <w:rsid w:val="00D356A2"/>
    <w:rsid w:val="00D40A87"/>
    <w:rsid w:val="00D40C21"/>
    <w:rsid w:val="00D41235"/>
    <w:rsid w:val="00D44285"/>
    <w:rsid w:val="00D46835"/>
    <w:rsid w:val="00D50A1B"/>
    <w:rsid w:val="00D518DD"/>
    <w:rsid w:val="00D52482"/>
    <w:rsid w:val="00D5253C"/>
    <w:rsid w:val="00D538B8"/>
    <w:rsid w:val="00D6011E"/>
    <w:rsid w:val="00D60ADD"/>
    <w:rsid w:val="00D60AFD"/>
    <w:rsid w:val="00D61008"/>
    <w:rsid w:val="00D62347"/>
    <w:rsid w:val="00D65E9F"/>
    <w:rsid w:val="00D65FCA"/>
    <w:rsid w:val="00D66D7F"/>
    <w:rsid w:val="00D67CE8"/>
    <w:rsid w:val="00D700BF"/>
    <w:rsid w:val="00D720C5"/>
    <w:rsid w:val="00D72B3C"/>
    <w:rsid w:val="00D72F0C"/>
    <w:rsid w:val="00D779F1"/>
    <w:rsid w:val="00D77A04"/>
    <w:rsid w:val="00D77AF9"/>
    <w:rsid w:val="00D845C7"/>
    <w:rsid w:val="00D85B55"/>
    <w:rsid w:val="00D86560"/>
    <w:rsid w:val="00D91700"/>
    <w:rsid w:val="00D919AC"/>
    <w:rsid w:val="00D94010"/>
    <w:rsid w:val="00D95A50"/>
    <w:rsid w:val="00D96442"/>
    <w:rsid w:val="00DA041E"/>
    <w:rsid w:val="00DA2946"/>
    <w:rsid w:val="00DA5A6D"/>
    <w:rsid w:val="00DB1BCF"/>
    <w:rsid w:val="00DB772F"/>
    <w:rsid w:val="00DB7C58"/>
    <w:rsid w:val="00DC0132"/>
    <w:rsid w:val="00DC2CB7"/>
    <w:rsid w:val="00DC36E8"/>
    <w:rsid w:val="00DC6183"/>
    <w:rsid w:val="00DC65DA"/>
    <w:rsid w:val="00DD0155"/>
    <w:rsid w:val="00DD0A09"/>
    <w:rsid w:val="00DD13DD"/>
    <w:rsid w:val="00DD3583"/>
    <w:rsid w:val="00DD567A"/>
    <w:rsid w:val="00DD6232"/>
    <w:rsid w:val="00DE025D"/>
    <w:rsid w:val="00DE080A"/>
    <w:rsid w:val="00DE1125"/>
    <w:rsid w:val="00DE6FAD"/>
    <w:rsid w:val="00DE77F2"/>
    <w:rsid w:val="00DF1A14"/>
    <w:rsid w:val="00DF1A47"/>
    <w:rsid w:val="00DF4273"/>
    <w:rsid w:val="00DF686C"/>
    <w:rsid w:val="00DF7F2B"/>
    <w:rsid w:val="00E0689F"/>
    <w:rsid w:val="00E0708F"/>
    <w:rsid w:val="00E07677"/>
    <w:rsid w:val="00E109D1"/>
    <w:rsid w:val="00E10D20"/>
    <w:rsid w:val="00E10E99"/>
    <w:rsid w:val="00E17C6D"/>
    <w:rsid w:val="00E20C6D"/>
    <w:rsid w:val="00E20E1E"/>
    <w:rsid w:val="00E220E0"/>
    <w:rsid w:val="00E23709"/>
    <w:rsid w:val="00E23E89"/>
    <w:rsid w:val="00E25B94"/>
    <w:rsid w:val="00E25ED1"/>
    <w:rsid w:val="00E2726B"/>
    <w:rsid w:val="00E30D25"/>
    <w:rsid w:val="00E32CD8"/>
    <w:rsid w:val="00E33903"/>
    <w:rsid w:val="00E3393C"/>
    <w:rsid w:val="00E348E6"/>
    <w:rsid w:val="00E4082F"/>
    <w:rsid w:val="00E41003"/>
    <w:rsid w:val="00E43A10"/>
    <w:rsid w:val="00E50DC7"/>
    <w:rsid w:val="00E5302B"/>
    <w:rsid w:val="00E53A92"/>
    <w:rsid w:val="00E544A6"/>
    <w:rsid w:val="00E54CB9"/>
    <w:rsid w:val="00E54D20"/>
    <w:rsid w:val="00E5585C"/>
    <w:rsid w:val="00E566B4"/>
    <w:rsid w:val="00E57752"/>
    <w:rsid w:val="00E578A3"/>
    <w:rsid w:val="00E6433B"/>
    <w:rsid w:val="00E7236F"/>
    <w:rsid w:val="00E75CB8"/>
    <w:rsid w:val="00E77417"/>
    <w:rsid w:val="00E802A5"/>
    <w:rsid w:val="00E811DA"/>
    <w:rsid w:val="00E8158D"/>
    <w:rsid w:val="00E8429D"/>
    <w:rsid w:val="00E84369"/>
    <w:rsid w:val="00E90170"/>
    <w:rsid w:val="00E903AF"/>
    <w:rsid w:val="00E90447"/>
    <w:rsid w:val="00E90989"/>
    <w:rsid w:val="00E923A6"/>
    <w:rsid w:val="00E92BBC"/>
    <w:rsid w:val="00E94AD0"/>
    <w:rsid w:val="00E96145"/>
    <w:rsid w:val="00EA2C8A"/>
    <w:rsid w:val="00EA451E"/>
    <w:rsid w:val="00EA794C"/>
    <w:rsid w:val="00EB025D"/>
    <w:rsid w:val="00EB32EA"/>
    <w:rsid w:val="00EB451E"/>
    <w:rsid w:val="00EB58F3"/>
    <w:rsid w:val="00EC3B16"/>
    <w:rsid w:val="00EC4DED"/>
    <w:rsid w:val="00EC6C45"/>
    <w:rsid w:val="00EC723C"/>
    <w:rsid w:val="00EC7B1F"/>
    <w:rsid w:val="00EC7CBA"/>
    <w:rsid w:val="00ED057F"/>
    <w:rsid w:val="00ED0D5A"/>
    <w:rsid w:val="00ED1BD0"/>
    <w:rsid w:val="00ED206B"/>
    <w:rsid w:val="00EE32C3"/>
    <w:rsid w:val="00EE357E"/>
    <w:rsid w:val="00EE44D7"/>
    <w:rsid w:val="00EF0A54"/>
    <w:rsid w:val="00EF1495"/>
    <w:rsid w:val="00EF1D7E"/>
    <w:rsid w:val="00EF1E21"/>
    <w:rsid w:val="00EF32A6"/>
    <w:rsid w:val="00EF4942"/>
    <w:rsid w:val="00EF51E4"/>
    <w:rsid w:val="00EF5BD3"/>
    <w:rsid w:val="00EF5C40"/>
    <w:rsid w:val="00EF65C5"/>
    <w:rsid w:val="00EF6A7D"/>
    <w:rsid w:val="00EF6C8F"/>
    <w:rsid w:val="00F02E3F"/>
    <w:rsid w:val="00F06609"/>
    <w:rsid w:val="00F075D0"/>
    <w:rsid w:val="00F10858"/>
    <w:rsid w:val="00F147E8"/>
    <w:rsid w:val="00F152E8"/>
    <w:rsid w:val="00F17C1E"/>
    <w:rsid w:val="00F2062C"/>
    <w:rsid w:val="00F24D6C"/>
    <w:rsid w:val="00F26A37"/>
    <w:rsid w:val="00F2759C"/>
    <w:rsid w:val="00F312E3"/>
    <w:rsid w:val="00F3516F"/>
    <w:rsid w:val="00F36C70"/>
    <w:rsid w:val="00F426B5"/>
    <w:rsid w:val="00F47C80"/>
    <w:rsid w:val="00F47CAF"/>
    <w:rsid w:val="00F52BC1"/>
    <w:rsid w:val="00F52CDE"/>
    <w:rsid w:val="00F5416D"/>
    <w:rsid w:val="00F5482B"/>
    <w:rsid w:val="00F54FBA"/>
    <w:rsid w:val="00F562FD"/>
    <w:rsid w:val="00F56C53"/>
    <w:rsid w:val="00F57D4C"/>
    <w:rsid w:val="00F60991"/>
    <w:rsid w:val="00F6336C"/>
    <w:rsid w:val="00F64C2E"/>
    <w:rsid w:val="00F7291E"/>
    <w:rsid w:val="00F73822"/>
    <w:rsid w:val="00F76018"/>
    <w:rsid w:val="00F81B11"/>
    <w:rsid w:val="00F838BA"/>
    <w:rsid w:val="00F844DC"/>
    <w:rsid w:val="00F84DCE"/>
    <w:rsid w:val="00F8658D"/>
    <w:rsid w:val="00F9130E"/>
    <w:rsid w:val="00F92859"/>
    <w:rsid w:val="00F940E9"/>
    <w:rsid w:val="00F94887"/>
    <w:rsid w:val="00F96B4A"/>
    <w:rsid w:val="00F97258"/>
    <w:rsid w:val="00FA3087"/>
    <w:rsid w:val="00FA3EEB"/>
    <w:rsid w:val="00FA6C73"/>
    <w:rsid w:val="00FB4418"/>
    <w:rsid w:val="00FB483A"/>
    <w:rsid w:val="00FC149E"/>
    <w:rsid w:val="00FC4D25"/>
    <w:rsid w:val="00FC69E7"/>
    <w:rsid w:val="00FC7BE4"/>
    <w:rsid w:val="00FD4652"/>
    <w:rsid w:val="00FD5058"/>
    <w:rsid w:val="00FD5E85"/>
    <w:rsid w:val="00FD6587"/>
    <w:rsid w:val="00FD7535"/>
    <w:rsid w:val="00FD7C98"/>
    <w:rsid w:val="00FE1E50"/>
    <w:rsid w:val="00FE2F84"/>
    <w:rsid w:val="00FE4A71"/>
    <w:rsid w:val="00FE53DD"/>
    <w:rsid w:val="00FE6194"/>
    <w:rsid w:val="00FF22C9"/>
    <w:rsid w:val="00FF4B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4" style="mso-wrap-style:none;mso-position-horizontal:center;mso-height-percent:200;mso-width-relative:margin;mso-height-relative:margin;v-text-anchor:middle" fillcolor="none [661]">
      <v:fill color="none [661]"/>
      <v:textbox style="mso-fit-shape-to-text:t"/>
    </o:shapedefaults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31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Ttulo1">
    <w:name w:val="heading 1"/>
    <w:aliases w:val="Titulo 1,título 1,Titulo 11,título 11,Titulo 12,título 12,Titulo 13,título 13,Titulo 111,título 111,Titulo 121,título 121,Titulo 14,título 14,Titulo 112,título 112,Titulo 122,título 122,Titulo 1111,título 1111,Titulo 131,título 131,Titulo 15"/>
    <w:basedOn w:val="Normal"/>
    <w:next w:val="Normal"/>
    <w:link w:val="Ttulo1Car"/>
    <w:qFormat/>
    <w:rsid w:val="00147CD6"/>
    <w:pPr>
      <w:keepNext/>
      <w:ind w:firstLine="708"/>
      <w:jc w:val="right"/>
      <w:outlineLvl w:val="0"/>
    </w:pPr>
    <w:rPr>
      <w:sz w:val="24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EB451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C505D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65009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DC65DA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650099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EF1D7E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Ttulo9">
    <w:name w:val="heading 9"/>
    <w:basedOn w:val="Normal"/>
    <w:next w:val="Normal"/>
    <w:link w:val="Ttulo9Car"/>
    <w:unhideWhenUsed/>
    <w:qFormat/>
    <w:rsid w:val="00113B69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aliases w:val="titulo,encabezado,SV,titulo1,encabezado1,SV1,titulo2,titulo3,titulo4,titulo11,titulo21,encabezado2,SV2,encabezado11,SV11,titulo5,encabezado3,SV3,titulo12,encabezado12,SV12,titulo22,titulo31,titulo41,titulo111,titulo211,titulo6,encabezado4,SV4"/>
    <w:basedOn w:val="Normal"/>
    <w:link w:val="EncabezadoCar"/>
    <w:uiPriority w:val="99"/>
    <w:unhideWhenUsed/>
    <w:rsid w:val="00CB3110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aliases w:val="titulo Car,encabezado Car,SV Car,titulo1 Car,encabezado1 Car,SV1 Car,titulo2 Car,titulo3 Car,titulo4 Car,titulo11 Car,titulo21 Car,encabezado2 Car,SV2 Car,encabezado11 Car,SV11 Car,titulo5 Car,encabezado3 Car,SV3 Car,titulo12 Car,SV12 Car"/>
    <w:basedOn w:val="Fuentedeprrafopredeter"/>
    <w:link w:val="Encabezado"/>
    <w:uiPriority w:val="99"/>
    <w:rsid w:val="00CB3110"/>
  </w:style>
  <w:style w:type="paragraph" w:styleId="Piedepgina">
    <w:name w:val="footer"/>
    <w:basedOn w:val="Normal"/>
    <w:link w:val="PiedepginaCar"/>
    <w:unhideWhenUsed/>
    <w:rsid w:val="00CB3110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rsid w:val="00CB3110"/>
  </w:style>
  <w:style w:type="character" w:styleId="Nmerodepgina">
    <w:name w:val="page number"/>
    <w:basedOn w:val="Fuentedeprrafopredeter"/>
    <w:semiHidden/>
    <w:rsid w:val="00CB3110"/>
  </w:style>
  <w:style w:type="paragraph" w:styleId="Textoindependiente">
    <w:name w:val="Body Text"/>
    <w:aliases w:val="Texto independiente Car1,Texto independiente Car2 Car,Texto independiente Car Car2 Car,Texto independiente Car1 Car Car Car,Texto independiente Car Car1 Car Car Car,Texto independiente Car Car Car Car Car Car Car Car"/>
    <w:basedOn w:val="Normal"/>
    <w:link w:val="TextoindependienteCar"/>
    <w:semiHidden/>
    <w:rsid w:val="00CB3110"/>
    <w:pPr>
      <w:jc w:val="both"/>
    </w:pPr>
    <w:rPr>
      <w:rFonts w:ascii="Palatino Linotype" w:hAnsi="Palatino Linotype"/>
      <w:i/>
      <w:sz w:val="24"/>
    </w:rPr>
  </w:style>
  <w:style w:type="character" w:customStyle="1" w:styleId="TextoindependienteCar">
    <w:name w:val="Texto independiente Car"/>
    <w:aliases w:val="Texto independiente Car1 Car,Texto independiente Car2 Car Car,Texto independiente Car Car2 Car Car,Texto independiente Car1 Car Car Car Car,Texto independiente Car Car1 Car Car Car Car"/>
    <w:basedOn w:val="Fuentedeprrafopredeter"/>
    <w:link w:val="Textoindependiente"/>
    <w:semiHidden/>
    <w:rsid w:val="00CB3110"/>
    <w:rPr>
      <w:rFonts w:ascii="Palatino Linotype" w:eastAsia="Times New Roman" w:hAnsi="Palatino Linotype" w:cs="Times New Roman"/>
      <w:i/>
      <w:sz w:val="24"/>
      <w:szCs w:val="20"/>
      <w:lang w:eastAsia="es-ES"/>
    </w:rPr>
  </w:style>
  <w:style w:type="paragraph" w:styleId="Prrafodelista">
    <w:name w:val="List Paragraph"/>
    <w:aliases w:val="Párrafo datos básicos,Párrafo datos básicos1,Párrafo datos básicos2,Párrafo datos básicos11,Párrafo datos básicos3,Párrafo datos básicos12,Párrafo datos básicos21,Párrafo datos básicos111,Párrafo datos básicos4,Párrafo datos básicos13"/>
    <w:basedOn w:val="Normal"/>
    <w:link w:val="PrrafodelistaCar"/>
    <w:uiPriority w:val="1"/>
    <w:qFormat/>
    <w:rsid w:val="00CB311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CB311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ES"/>
    </w:rPr>
  </w:style>
  <w:style w:type="paragraph" w:customStyle="1" w:styleId="CM17">
    <w:name w:val="CM17"/>
    <w:basedOn w:val="Default"/>
    <w:next w:val="Default"/>
    <w:rsid w:val="00901A3C"/>
    <w:pPr>
      <w:widowControl w:val="0"/>
    </w:pPr>
    <w:rPr>
      <w:rFonts w:ascii="Times-New-Roman" w:hAnsi="Times-New-Roman" w:cs="Times New Roman"/>
      <w:color w:val="auto"/>
    </w:rPr>
  </w:style>
  <w:style w:type="paragraph" w:customStyle="1" w:styleId="DESTINO1">
    <w:name w:val="DESTINO1"/>
    <w:basedOn w:val="Normal"/>
    <w:autoRedefine/>
    <w:uiPriority w:val="99"/>
    <w:rsid w:val="00EF1D7E"/>
    <w:pPr>
      <w:jc w:val="center"/>
    </w:pPr>
    <w:rPr>
      <w:rFonts w:ascii="Tahoma" w:hAnsi="Tahoma" w:cs="Tahoma"/>
      <w:b/>
      <w:bCs/>
      <w:spacing w:val="-3"/>
      <w:sz w:val="22"/>
      <w:szCs w:val="22"/>
      <w:lang w:val="es-ES_tradnl"/>
    </w:rPr>
  </w:style>
  <w:style w:type="paragraph" w:customStyle="1" w:styleId="Pa13">
    <w:name w:val="Pa13"/>
    <w:basedOn w:val="Normal"/>
    <w:next w:val="Normal"/>
    <w:rsid w:val="00BF51DF"/>
    <w:pPr>
      <w:autoSpaceDE w:val="0"/>
      <w:autoSpaceDN w:val="0"/>
      <w:adjustRightInd w:val="0"/>
      <w:spacing w:line="201" w:lineRule="atLeast"/>
    </w:pPr>
    <w:rPr>
      <w:rFonts w:ascii="Arial" w:hAnsi="Arial" w:cs="Arial"/>
      <w:sz w:val="24"/>
      <w:szCs w:val="24"/>
      <w:lang w:eastAsia="en-US"/>
    </w:rPr>
  </w:style>
  <w:style w:type="paragraph" w:styleId="Textonotaalfinal">
    <w:name w:val="endnote text"/>
    <w:basedOn w:val="Normal"/>
    <w:link w:val="TextonotaalfinalCar"/>
    <w:uiPriority w:val="99"/>
    <w:semiHidden/>
    <w:unhideWhenUsed/>
    <w:rsid w:val="00E20C6D"/>
  </w:style>
  <w:style w:type="character" w:customStyle="1" w:styleId="TextonotaalfinalCar">
    <w:name w:val="Texto nota al final Car"/>
    <w:basedOn w:val="Fuentedeprrafopredeter"/>
    <w:link w:val="Textonotaalfinal"/>
    <w:uiPriority w:val="99"/>
    <w:semiHidden/>
    <w:rsid w:val="00E20C6D"/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styleId="Refdenotaalfinal">
    <w:name w:val="endnote reference"/>
    <w:basedOn w:val="Fuentedeprrafopredeter"/>
    <w:uiPriority w:val="99"/>
    <w:semiHidden/>
    <w:unhideWhenUsed/>
    <w:rsid w:val="00E20C6D"/>
    <w:rPr>
      <w:vertAlign w:val="superscript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E20C6D"/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E20C6D"/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styleId="Refdenotaalpie">
    <w:name w:val="footnote reference"/>
    <w:basedOn w:val="Fuentedeprrafopredeter"/>
    <w:uiPriority w:val="99"/>
    <w:semiHidden/>
    <w:unhideWhenUsed/>
    <w:rsid w:val="00E20C6D"/>
    <w:rPr>
      <w:vertAlign w:val="superscript"/>
    </w:rPr>
  </w:style>
  <w:style w:type="character" w:styleId="Hipervnculo">
    <w:name w:val="Hyperlink"/>
    <w:basedOn w:val="Fuentedeprrafopredeter"/>
    <w:uiPriority w:val="99"/>
    <w:unhideWhenUsed/>
    <w:rsid w:val="00704481"/>
    <w:rPr>
      <w:color w:val="0000FF" w:themeColor="hyperlink"/>
      <w:u w:val="single"/>
    </w:rPr>
  </w:style>
  <w:style w:type="table" w:styleId="Tablaconcuadrcula">
    <w:name w:val="Table Grid"/>
    <w:basedOn w:val="Tablanormal"/>
    <w:uiPriority w:val="59"/>
    <w:rsid w:val="00BE17D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angra3detindependiente">
    <w:name w:val="Body Text Indent 3"/>
    <w:basedOn w:val="Normal"/>
    <w:link w:val="Sangra3detindependienteCar"/>
    <w:uiPriority w:val="99"/>
    <w:semiHidden/>
    <w:unhideWhenUsed/>
    <w:rsid w:val="00EA794C"/>
    <w:pPr>
      <w:spacing w:after="120"/>
      <w:ind w:left="283"/>
    </w:pPr>
    <w:rPr>
      <w:sz w:val="16"/>
      <w:szCs w:val="16"/>
    </w:rPr>
  </w:style>
  <w:style w:type="character" w:customStyle="1" w:styleId="Sangra3detindependienteCar">
    <w:name w:val="Sangría 3 de t. independiente Car"/>
    <w:basedOn w:val="Fuentedeprrafopredeter"/>
    <w:link w:val="Sangra3detindependiente"/>
    <w:uiPriority w:val="99"/>
    <w:semiHidden/>
    <w:rsid w:val="00EA794C"/>
    <w:rPr>
      <w:rFonts w:ascii="Times New Roman" w:eastAsia="Times New Roman" w:hAnsi="Times New Roman" w:cs="Times New Roman"/>
      <w:sz w:val="16"/>
      <w:szCs w:val="16"/>
      <w:lang w:eastAsia="es-ES"/>
    </w:rPr>
  </w:style>
  <w:style w:type="paragraph" w:customStyle="1" w:styleId="Prrafo01">
    <w:name w:val="Párrafo 01"/>
    <w:basedOn w:val="Normal"/>
    <w:autoRedefine/>
    <w:uiPriority w:val="99"/>
    <w:qFormat/>
    <w:rsid w:val="00C82183"/>
    <w:pPr>
      <w:spacing w:before="240" w:after="240"/>
      <w:ind w:left="1416"/>
      <w:jc w:val="both"/>
    </w:pPr>
    <w:rPr>
      <w:rFonts w:ascii="Franklin Gothic Book" w:eastAsia="Franklin Gothic Book" w:hAnsi="Franklin Gothic Book" w:cs="Franklin Gothic Book"/>
      <w:sz w:val="22"/>
      <w:szCs w:val="22"/>
      <w:lang w:eastAsia="en-US"/>
    </w:rPr>
  </w:style>
  <w:style w:type="paragraph" w:customStyle="1" w:styleId="Indice">
    <w:name w:val="Indice"/>
    <w:uiPriority w:val="99"/>
    <w:rsid w:val="007A10A7"/>
    <w:pPr>
      <w:spacing w:after="60" w:line="240" w:lineRule="auto"/>
    </w:pPr>
    <w:rPr>
      <w:rFonts w:ascii="Franklin Gothic Book" w:eastAsia="Franklin Gothic Book" w:hAnsi="Franklin Gothic Book" w:cs="Franklin Gothic Book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190496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90496"/>
    <w:rPr>
      <w:rFonts w:ascii="Tahoma" w:eastAsia="Times New Roman" w:hAnsi="Tahoma" w:cs="Tahoma"/>
      <w:sz w:val="16"/>
      <w:szCs w:val="16"/>
      <w:lang w:eastAsia="es-ES"/>
    </w:rPr>
  </w:style>
  <w:style w:type="paragraph" w:customStyle="1" w:styleId="Left">
    <w:name w:val="Left"/>
    <w:rsid w:val="00EF5C4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customStyle="1" w:styleId="linktodoc">
    <w:name w:val="linktodoc"/>
    <w:basedOn w:val="Fuentedeprrafopredeter"/>
    <w:rsid w:val="007A14DF"/>
  </w:style>
  <w:style w:type="character" w:customStyle="1" w:styleId="su">
    <w:name w:val="su"/>
    <w:basedOn w:val="Fuentedeprrafopredeter"/>
    <w:rsid w:val="007A14DF"/>
  </w:style>
  <w:style w:type="paragraph" w:customStyle="1" w:styleId="Pa12">
    <w:name w:val="Pa12"/>
    <w:basedOn w:val="Default"/>
    <w:next w:val="Default"/>
    <w:uiPriority w:val="99"/>
    <w:rsid w:val="008148C9"/>
    <w:pPr>
      <w:spacing w:line="201" w:lineRule="atLeast"/>
    </w:pPr>
    <w:rPr>
      <w:rFonts w:eastAsiaTheme="minorHAnsi"/>
      <w:color w:val="auto"/>
      <w:lang w:eastAsia="en-US"/>
    </w:rPr>
  </w:style>
  <w:style w:type="paragraph" w:customStyle="1" w:styleId="Pa9">
    <w:name w:val="Pa9"/>
    <w:basedOn w:val="Default"/>
    <w:next w:val="Default"/>
    <w:uiPriority w:val="99"/>
    <w:rsid w:val="003E55E6"/>
    <w:pPr>
      <w:spacing w:line="201" w:lineRule="atLeast"/>
    </w:pPr>
    <w:rPr>
      <w:rFonts w:eastAsiaTheme="minorHAnsi"/>
      <w:color w:val="auto"/>
      <w:lang w:eastAsia="en-US"/>
    </w:rPr>
  </w:style>
  <w:style w:type="paragraph" w:customStyle="1" w:styleId="Normal0">
    <w:name w:val="[Normal]"/>
    <w:uiPriority w:val="99"/>
    <w:rsid w:val="00F2759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val="ca-ES" w:eastAsia="ca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EC4DED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EC4DED"/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customStyle="1" w:styleId="Ttulo1Car">
    <w:name w:val="Título 1 Car"/>
    <w:aliases w:val="Titulo 1 Car,título 1 Car,Titulo 11 Car,título 11 Car,Titulo 12 Car,título 12 Car,Titulo 13 Car,título 13 Car,Titulo 111 Car,título 111 Car,Titulo 121 Car,título 121 Car,Titulo 14 Car,título 14 Car,Titulo 112 Car,título 112 Car"/>
    <w:basedOn w:val="Fuentedeprrafopredeter"/>
    <w:link w:val="Ttulo1"/>
    <w:rsid w:val="00147CD6"/>
    <w:rPr>
      <w:rFonts w:ascii="Times New Roman" w:eastAsia="Times New Roman" w:hAnsi="Times New Roman" w:cs="Times New Roman"/>
      <w:sz w:val="24"/>
      <w:szCs w:val="20"/>
      <w:lang w:eastAsia="es-ES"/>
    </w:rPr>
  </w:style>
  <w:style w:type="paragraph" w:customStyle="1" w:styleId="Lneadereferencia">
    <w:name w:val="Línea de referencia"/>
    <w:basedOn w:val="Textoindependiente"/>
    <w:rsid w:val="00147CD6"/>
    <w:pPr>
      <w:widowControl w:val="0"/>
    </w:pPr>
    <w:rPr>
      <w:rFonts w:ascii="Tahoma" w:hAnsi="Tahoma" w:cs="Tahoma"/>
      <w:i w:val="0"/>
      <w:spacing w:val="-3"/>
    </w:rPr>
  </w:style>
  <w:style w:type="paragraph" w:customStyle="1" w:styleId="Pa8">
    <w:name w:val="Pa8"/>
    <w:basedOn w:val="Default"/>
    <w:next w:val="Default"/>
    <w:uiPriority w:val="99"/>
    <w:rsid w:val="006019CA"/>
    <w:pPr>
      <w:spacing w:line="201" w:lineRule="atLeast"/>
    </w:pPr>
    <w:rPr>
      <w:rFonts w:eastAsiaTheme="minorHAnsi"/>
      <w:color w:val="auto"/>
      <w:lang w:eastAsia="en-US"/>
    </w:rPr>
  </w:style>
  <w:style w:type="character" w:customStyle="1" w:styleId="nt">
    <w:name w:val="nt"/>
    <w:basedOn w:val="Fuentedeprrafopredeter"/>
    <w:rsid w:val="00A5545D"/>
  </w:style>
  <w:style w:type="paragraph" w:styleId="Ttulo">
    <w:name w:val="Title"/>
    <w:basedOn w:val="Normal"/>
    <w:link w:val="TtuloCar"/>
    <w:qFormat/>
    <w:rsid w:val="0088197E"/>
    <w:pPr>
      <w:jc w:val="center"/>
    </w:pPr>
    <w:rPr>
      <w:rFonts w:ascii="Tahoma" w:hAnsi="Tahoma" w:cs="Tahoma"/>
      <w:b/>
      <w:sz w:val="24"/>
    </w:rPr>
  </w:style>
  <w:style w:type="character" w:customStyle="1" w:styleId="TtuloCar">
    <w:name w:val="Título Car"/>
    <w:basedOn w:val="Fuentedeprrafopredeter"/>
    <w:link w:val="Ttulo"/>
    <w:rsid w:val="0088197E"/>
    <w:rPr>
      <w:rFonts w:ascii="Tahoma" w:eastAsia="Times New Roman" w:hAnsi="Tahoma" w:cs="Tahoma"/>
      <w:b/>
      <w:sz w:val="24"/>
      <w:szCs w:val="20"/>
      <w:lang w:eastAsia="es-ES"/>
    </w:rPr>
  </w:style>
  <w:style w:type="paragraph" w:customStyle="1" w:styleId="Estilo">
    <w:name w:val="Estilo"/>
    <w:rsid w:val="009418F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val="en-US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DC65DA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es-ES"/>
    </w:rPr>
  </w:style>
  <w:style w:type="paragraph" w:styleId="Textoindependiente3">
    <w:name w:val="Body Text 3"/>
    <w:basedOn w:val="Normal"/>
    <w:link w:val="Textoindependiente3Car"/>
    <w:unhideWhenUsed/>
    <w:rsid w:val="001800E0"/>
    <w:pPr>
      <w:spacing w:after="120"/>
    </w:pPr>
    <w:rPr>
      <w:sz w:val="16"/>
      <w:szCs w:val="16"/>
    </w:rPr>
  </w:style>
  <w:style w:type="character" w:customStyle="1" w:styleId="Textoindependiente3Car">
    <w:name w:val="Texto independiente 3 Car"/>
    <w:basedOn w:val="Fuentedeprrafopredeter"/>
    <w:link w:val="Textoindependiente3"/>
    <w:rsid w:val="001800E0"/>
    <w:rPr>
      <w:rFonts w:ascii="Times New Roman" w:eastAsia="Times New Roman" w:hAnsi="Times New Roman" w:cs="Times New Roman"/>
      <w:sz w:val="16"/>
      <w:szCs w:val="16"/>
      <w:lang w:eastAsia="es-ES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113B6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es-ES"/>
    </w:rPr>
  </w:style>
  <w:style w:type="character" w:customStyle="1" w:styleId="Ninguno">
    <w:name w:val="Ninguno"/>
    <w:rsid w:val="007E163E"/>
    <w:rPr>
      <w:lang w:val="es-ES_tradnl"/>
    </w:rPr>
  </w:style>
  <w:style w:type="numbering" w:customStyle="1" w:styleId="Estiloimportado1">
    <w:name w:val="Estilo importado 1"/>
    <w:rsid w:val="007E163E"/>
    <w:pPr>
      <w:numPr>
        <w:numId w:val="6"/>
      </w:numPr>
    </w:pPr>
  </w:style>
  <w:style w:type="numbering" w:customStyle="1" w:styleId="Estiloimportado3">
    <w:name w:val="Estilo importado 3"/>
    <w:rsid w:val="007E163E"/>
    <w:pPr>
      <w:numPr>
        <w:numId w:val="7"/>
      </w:numPr>
    </w:pPr>
  </w:style>
  <w:style w:type="numbering" w:customStyle="1" w:styleId="Estiloimportado4">
    <w:name w:val="Estilo importado 4"/>
    <w:rsid w:val="007E163E"/>
    <w:pPr>
      <w:numPr>
        <w:numId w:val="8"/>
      </w:numPr>
    </w:pPr>
  </w:style>
  <w:style w:type="numbering" w:customStyle="1" w:styleId="Estiloimportado5">
    <w:name w:val="Estilo importado 5"/>
    <w:rsid w:val="007E163E"/>
    <w:pPr>
      <w:numPr>
        <w:numId w:val="9"/>
      </w:numPr>
    </w:pPr>
  </w:style>
  <w:style w:type="character" w:customStyle="1" w:styleId="Ttulo3Car">
    <w:name w:val="Título 3 Car"/>
    <w:basedOn w:val="Fuentedeprrafopredeter"/>
    <w:link w:val="Ttulo3"/>
    <w:uiPriority w:val="9"/>
    <w:semiHidden/>
    <w:rsid w:val="00C505DC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es-ES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650099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es-ES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65009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es-ES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EB451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s-ES"/>
    </w:rPr>
  </w:style>
  <w:style w:type="paragraph" w:customStyle="1" w:styleId="CM13">
    <w:name w:val="CM13"/>
    <w:basedOn w:val="Default"/>
    <w:next w:val="Default"/>
    <w:uiPriority w:val="99"/>
    <w:rsid w:val="007343DC"/>
    <w:rPr>
      <w:rFonts w:ascii="EU Albertina" w:eastAsiaTheme="minorHAnsi" w:hAnsi="EU Albertina" w:cstheme="minorBidi"/>
      <w:color w:val="auto"/>
      <w:lang w:eastAsia="en-US"/>
    </w:rPr>
  </w:style>
  <w:style w:type="paragraph" w:styleId="Sinespaciado">
    <w:name w:val="No Spacing"/>
    <w:uiPriority w:val="1"/>
    <w:qFormat/>
    <w:rsid w:val="000B160B"/>
    <w:pPr>
      <w:widowControl w:val="0"/>
      <w:spacing w:after="0" w:line="240" w:lineRule="auto"/>
    </w:pPr>
  </w:style>
  <w:style w:type="paragraph" w:styleId="Textoindependiente2">
    <w:name w:val="Body Text 2"/>
    <w:basedOn w:val="Normal"/>
    <w:link w:val="Textoindependiente2Car"/>
    <w:uiPriority w:val="99"/>
    <w:unhideWhenUsed/>
    <w:rsid w:val="00E0708F"/>
    <w:pPr>
      <w:widowControl w:val="0"/>
      <w:spacing w:after="120" w:line="480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E0708F"/>
  </w:style>
  <w:style w:type="paragraph" w:styleId="NormalWeb">
    <w:name w:val="Normal (Web)"/>
    <w:basedOn w:val="Normal"/>
    <w:uiPriority w:val="99"/>
    <w:unhideWhenUsed/>
    <w:rsid w:val="00FB483A"/>
    <w:pPr>
      <w:spacing w:before="100" w:beforeAutospacing="1" w:after="100" w:afterAutospacing="1"/>
    </w:pPr>
    <w:rPr>
      <w:sz w:val="24"/>
      <w:szCs w:val="24"/>
    </w:rPr>
  </w:style>
  <w:style w:type="character" w:styleId="nfasis">
    <w:name w:val="Emphasis"/>
    <w:basedOn w:val="Fuentedeprrafopredeter"/>
    <w:qFormat/>
    <w:rsid w:val="00EE32C3"/>
    <w:rPr>
      <w:i/>
      <w:iCs/>
    </w:rPr>
  </w:style>
  <w:style w:type="paragraph" w:customStyle="1" w:styleId="CM7">
    <w:name w:val="CM7"/>
    <w:basedOn w:val="Default"/>
    <w:next w:val="Default"/>
    <w:uiPriority w:val="99"/>
    <w:rsid w:val="002C5A18"/>
    <w:pPr>
      <w:spacing w:line="316" w:lineRule="atLeast"/>
    </w:pPr>
    <w:rPr>
      <w:rFonts w:ascii="EU Albertina" w:eastAsiaTheme="minorHAnsi" w:hAnsi="EU Albertina" w:cstheme="minorBidi"/>
      <w:color w:val="auto"/>
      <w:lang w:eastAsia="en-US"/>
    </w:rPr>
  </w:style>
  <w:style w:type="paragraph" w:styleId="Textoindependienteprimerasangra">
    <w:name w:val="Body Text First Indent"/>
    <w:basedOn w:val="Textoindependiente"/>
    <w:link w:val="TextoindependienteprimerasangraCar"/>
    <w:uiPriority w:val="99"/>
    <w:semiHidden/>
    <w:unhideWhenUsed/>
    <w:rsid w:val="00C70E03"/>
    <w:pPr>
      <w:ind w:firstLine="360"/>
      <w:jc w:val="left"/>
    </w:pPr>
    <w:rPr>
      <w:rFonts w:ascii="Times New Roman" w:hAnsi="Times New Roman"/>
      <w:i w:val="0"/>
      <w:sz w:val="20"/>
    </w:rPr>
  </w:style>
  <w:style w:type="character" w:customStyle="1" w:styleId="TextoindependienteprimerasangraCar">
    <w:name w:val="Texto independiente primera sangría Car"/>
    <w:basedOn w:val="TextoindependienteCar"/>
    <w:link w:val="Textoindependienteprimerasangra"/>
    <w:uiPriority w:val="99"/>
    <w:semiHidden/>
    <w:rsid w:val="00C70E03"/>
    <w:rPr>
      <w:rFonts w:ascii="Times New Roman" w:eastAsia="Times New Roman" w:hAnsi="Times New Roman" w:cs="Times New Roman"/>
      <w:i/>
      <w:sz w:val="20"/>
      <w:szCs w:val="20"/>
      <w:lang w:eastAsia="es-ES"/>
    </w:rPr>
  </w:style>
  <w:style w:type="paragraph" w:styleId="Lista2">
    <w:name w:val="List 2"/>
    <w:basedOn w:val="Normal"/>
    <w:uiPriority w:val="99"/>
    <w:unhideWhenUsed/>
    <w:rsid w:val="00C70E03"/>
    <w:pPr>
      <w:widowControl w:val="0"/>
      <w:autoSpaceDE w:val="0"/>
      <w:autoSpaceDN w:val="0"/>
      <w:adjustRightInd w:val="0"/>
      <w:ind w:left="566" w:hanging="283"/>
      <w:contextualSpacing/>
    </w:pPr>
  </w:style>
  <w:style w:type="paragraph" w:styleId="Textoindependienteprimerasangra2">
    <w:name w:val="Body Text First Indent 2"/>
    <w:basedOn w:val="Sangradetextonormal"/>
    <w:link w:val="Textoindependienteprimerasangra2Car"/>
    <w:uiPriority w:val="99"/>
    <w:semiHidden/>
    <w:unhideWhenUsed/>
    <w:rsid w:val="00B447F1"/>
    <w:pPr>
      <w:spacing w:after="0"/>
      <w:ind w:left="360" w:firstLine="360"/>
    </w:pPr>
  </w:style>
  <w:style w:type="character" w:customStyle="1" w:styleId="Textoindependienteprimerasangra2Car">
    <w:name w:val="Texto independiente primera sangría 2 Car"/>
    <w:basedOn w:val="SangradetextonormalCar"/>
    <w:link w:val="Textoindependienteprimerasangra2"/>
    <w:uiPriority w:val="99"/>
    <w:semiHidden/>
    <w:rsid w:val="00B447F1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Saludo">
    <w:name w:val="Salutation"/>
    <w:basedOn w:val="Normal"/>
    <w:next w:val="Normal"/>
    <w:link w:val="SaludoCar"/>
    <w:uiPriority w:val="99"/>
    <w:unhideWhenUsed/>
    <w:rsid w:val="00B447F1"/>
    <w:pPr>
      <w:widowControl w:val="0"/>
      <w:autoSpaceDE w:val="0"/>
      <w:autoSpaceDN w:val="0"/>
      <w:adjustRightInd w:val="0"/>
    </w:pPr>
  </w:style>
  <w:style w:type="character" w:customStyle="1" w:styleId="SaludoCar">
    <w:name w:val="Saludo Car"/>
    <w:basedOn w:val="Fuentedeprrafopredeter"/>
    <w:link w:val="Saludo"/>
    <w:uiPriority w:val="99"/>
    <w:rsid w:val="00B447F1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Listaconvietas2">
    <w:name w:val="List Bullet 2"/>
    <w:basedOn w:val="Normal"/>
    <w:uiPriority w:val="99"/>
    <w:unhideWhenUsed/>
    <w:rsid w:val="00B447F1"/>
    <w:pPr>
      <w:widowControl w:val="0"/>
      <w:numPr>
        <w:numId w:val="12"/>
      </w:numPr>
      <w:autoSpaceDE w:val="0"/>
      <w:autoSpaceDN w:val="0"/>
      <w:adjustRightInd w:val="0"/>
      <w:contextualSpacing/>
    </w:pPr>
  </w:style>
  <w:style w:type="paragraph" w:styleId="Continuarlista2">
    <w:name w:val="List Continue 2"/>
    <w:basedOn w:val="Normal"/>
    <w:uiPriority w:val="99"/>
    <w:unhideWhenUsed/>
    <w:rsid w:val="00B447F1"/>
    <w:pPr>
      <w:widowControl w:val="0"/>
      <w:autoSpaceDE w:val="0"/>
      <w:autoSpaceDN w:val="0"/>
      <w:adjustRightInd w:val="0"/>
      <w:spacing w:after="120"/>
      <w:ind w:left="566"/>
      <w:contextualSpacing/>
    </w:pPr>
  </w:style>
  <w:style w:type="paragraph" w:styleId="Sangranormal">
    <w:name w:val="Normal Indent"/>
    <w:basedOn w:val="Normal"/>
    <w:uiPriority w:val="99"/>
    <w:unhideWhenUsed/>
    <w:rsid w:val="00B447F1"/>
    <w:pPr>
      <w:widowControl w:val="0"/>
      <w:autoSpaceDE w:val="0"/>
      <w:autoSpaceDN w:val="0"/>
      <w:adjustRightInd w:val="0"/>
      <w:ind w:left="708"/>
    </w:pPr>
  </w:style>
  <w:style w:type="paragraph" w:customStyle="1" w:styleId="destino21">
    <w:name w:val="destino21"/>
    <w:basedOn w:val="Normal"/>
    <w:rsid w:val="00D5248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styleId="Sangra2detindependiente">
    <w:name w:val="Body Text Indent 2"/>
    <w:basedOn w:val="Normal"/>
    <w:link w:val="Sangra2detindependienteCar"/>
    <w:uiPriority w:val="99"/>
    <w:semiHidden/>
    <w:unhideWhenUsed/>
    <w:rsid w:val="003A7A4E"/>
    <w:pPr>
      <w:spacing w:after="120" w:line="480" w:lineRule="auto"/>
      <w:ind w:left="283"/>
    </w:pPr>
  </w:style>
  <w:style w:type="character" w:customStyle="1" w:styleId="Sangra2detindependienteCar">
    <w:name w:val="Sangría 2 de t. independiente Car"/>
    <w:basedOn w:val="Fuentedeprrafopredeter"/>
    <w:link w:val="Sangra2detindependiente"/>
    <w:uiPriority w:val="99"/>
    <w:semiHidden/>
    <w:rsid w:val="003A7A4E"/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EF1D7E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es-ES"/>
    </w:rPr>
  </w:style>
  <w:style w:type="character" w:customStyle="1" w:styleId="PrrafodelistaCar">
    <w:name w:val="Párrafo de lista Car"/>
    <w:aliases w:val="Párrafo datos básicos Car,Párrafo datos básicos1 Car,Párrafo datos básicos2 Car,Párrafo datos básicos11 Car,Párrafo datos básicos3 Car,Párrafo datos básicos12 Car,Párrafo datos básicos21 Car,Párrafo datos básicos111 Car"/>
    <w:basedOn w:val="Fuentedeprrafopredeter"/>
    <w:link w:val="Prrafodelista"/>
    <w:uiPriority w:val="34"/>
    <w:qFormat/>
    <w:locked/>
    <w:rsid w:val="00E54D20"/>
    <w:rPr>
      <w:rFonts w:ascii="Calibri" w:eastAsia="Calibri" w:hAnsi="Calibri" w:cs="Times New Roman"/>
    </w:rPr>
  </w:style>
  <w:style w:type="paragraph" w:customStyle="1" w:styleId="Sangradetextonormal1">
    <w:name w:val="Sangría de texto normal1"/>
    <w:aliases w:val="Juan,Juan1,Juan2,Juan11,Juan3,Juan12,Juan4,Juan13,Juan21,Juan111,Juan31,Juan121,Juan5,Juan14,Juan6,Juan15,Juan22,Juan112,Juan32,Juan122,Juan41,Juan131,Juan211,Juan1111,Juan311,Juan1211,Juan51,Juan141,Juan7,Juan16,Juan23,Juan8"/>
    <w:basedOn w:val="Normal"/>
    <w:rsid w:val="0026710B"/>
    <w:pPr>
      <w:ind w:firstLine="708"/>
      <w:jc w:val="both"/>
    </w:pPr>
    <w:rPr>
      <w:rFonts w:ascii="Tahoma" w:hAnsi="Tahoma" w:cs="Tahoma"/>
      <w:spacing w:val="-3"/>
      <w:sz w:val="24"/>
      <w:szCs w:val="24"/>
    </w:rPr>
  </w:style>
  <w:style w:type="numbering" w:customStyle="1" w:styleId="LFO3">
    <w:name w:val="LFO3"/>
    <w:basedOn w:val="Sinlista"/>
    <w:rsid w:val="00DC6183"/>
    <w:pPr>
      <w:numPr>
        <w:numId w:val="43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3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12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03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71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85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9534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452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954740">
              <w:marLeft w:val="0"/>
              <w:marRight w:val="0"/>
              <w:marTop w:val="184"/>
              <w:marBottom w:val="46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771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3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32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7D4548-A1A7-4F18-8077-B576E512ED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175</Words>
  <Characters>963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Jose</dc:creator>
  <cp:lastModifiedBy>Manoli Saez</cp:lastModifiedBy>
  <cp:revision>2</cp:revision>
  <cp:lastPrinted>2024-05-27T08:25:00Z</cp:lastPrinted>
  <dcterms:created xsi:type="dcterms:W3CDTF">2024-05-27T08:28:00Z</dcterms:created>
  <dcterms:modified xsi:type="dcterms:W3CDTF">2024-05-27T08:28:00Z</dcterms:modified>
</cp:coreProperties>
</file>